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774700D2" w14:textId="368CBD5C" w:rsidR="00255660" w:rsidRDefault="00F422D3" w:rsidP="00FA103C">
      <w:pPr>
        <w:pStyle w:val="Titul2"/>
        <w:jc w:val="both"/>
      </w:pPr>
      <w:r>
        <w:t xml:space="preserve">Název </w:t>
      </w:r>
      <w:r w:rsidRPr="00BB1390">
        <w:t>zakázky</w:t>
      </w:r>
      <w:r>
        <w:t xml:space="preserve">: </w:t>
      </w:r>
      <w:r w:rsidR="00255660" w:rsidRPr="00725C01">
        <w:t>„</w:t>
      </w:r>
      <w:r w:rsidR="00FA103C">
        <w:t xml:space="preserve">Zvýšení spolehlivosti sítě GSM-R v úseku Lipník n. B. – </w:t>
      </w:r>
      <w:proofErr w:type="spellStart"/>
      <w:r w:rsidR="00FA103C">
        <w:t>Drahotuše</w:t>
      </w:r>
      <w:proofErr w:type="spellEnd"/>
      <w:r w:rsidR="00FA103C">
        <w:t xml:space="preserve"> pro výhradní provoz ETCS BKN</w:t>
      </w:r>
      <w:r w:rsidR="00255660" w:rsidRPr="00725C01">
        <w:t>“</w:t>
      </w:r>
    </w:p>
    <w:p w14:paraId="5E480921" w14:textId="79F7708C" w:rsidR="00F422D3" w:rsidRPr="000079D0" w:rsidRDefault="00F422D3" w:rsidP="00BB1390">
      <w:pPr>
        <w:pStyle w:val="Titul2"/>
        <w:rPr>
          <w:sz w:val="18"/>
          <w:szCs w:val="18"/>
        </w:rPr>
      </w:pP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0B394B" w:rsidRDefault="00F422D3" w:rsidP="00B42F40">
      <w:pPr>
        <w:pStyle w:val="Textbezodsazen"/>
        <w:spacing w:after="0"/>
      </w:pPr>
      <w:r>
        <w:t xml:space="preserve">zastoupena: </w:t>
      </w:r>
      <w:r w:rsidRPr="000B394B">
        <w:t xml:space="preserve">Ing. Mojmírem Nejezchlebem, náměstkem GŘ pro modernizaci dráhy </w:t>
      </w:r>
    </w:p>
    <w:p w14:paraId="033EC51A" w14:textId="77777777" w:rsidR="00F422D3" w:rsidRDefault="00F422D3" w:rsidP="00B42F40">
      <w:pPr>
        <w:pStyle w:val="Textbezodsazen"/>
      </w:pPr>
      <w:r w:rsidRPr="000B394B">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38FA6498" w14:textId="65C334F6" w:rsidR="000B394B" w:rsidRDefault="00F422D3" w:rsidP="000B394B">
      <w:pPr>
        <w:pStyle w:val="Textbezslovn"/>
        <w:ind w:left="0"/>
        <w:jc w:val="left"/>
      </w:pPr>
      <w:r w:rsidRPr="00B42F40">
        <w:t>Stavební</w:t>
      </w:r>
      <w:r>
        <w:t xml:space="preserve"> správa </w:t>
      </w:r>
      <w:r w:rsidR="000B394B">
        <w:t xml:space="preserve">západ, </w:t>
      </w:r>
      <w:r w:rsidR="000B394B">
        <w:br/>
      </w:r>
      <w:proofErr w:type="gramStart"/>
      <w:r w:rsidR="000B394B" w:rsidRPr="00B973A2">
        <w:t xml:space="preserve">Budova  </w:t>
      </w:r>
      <w:proofErr w:type="spellStart"/>
      <w:r w:rsidR="000B394B" w:rsidRPr="00B973A2">
        <w:t>Diamond</w:t>
      </w:r>
      <w:proofErr w:type="spellEnd"/>
      <w:proofErr w:type="gramEnd"/>
      <w:r w:rsidR="000B394B" w:rsidRPr="00B973A2">
        <w:t xml:space="preserve"> Point, Ke Štvanici 656/3, 186 00 Praha 8 – Karlín</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EEC0B2D" w14:textId="22ED69A9" w:rsidR="00DF04D6" w:rsidRPr="002B05CD" w:rsidRDefault="00BD4363" w:rsidP="00B42F40">
      <w:pPr>
        <w:pStyle w:val="Textbezodsazen"/>
      </w:pPr>
      <w:r w:rsidRPr="002B05CD">
        <w:t>ISPROF</w:t>
      </w:r>
      <w:r w:rsidR="00DF04D6" w:rsidRPr="002B05CD">
        <w:t>OND:</w:t>
      </w:r>
      <w:r w:rsidR="00983C22" w:rsidRPr="002B05CD">
        <w:t xml:space="preserve"> 3273214993</w:t>
      </w:r>
    </w:p>
    <w:p w14:paraId="73521790" w14:textId="4EA0928D" w:rsidR="00DF04D6" w:rsidRDefault="00BD4363" w:rsidP="00DF04D6">
      <w:pPr>
        <w:pStyle w:val="Textbezodsazen"/>
      </w:pPr>
      <w:r w:rsidRPr="002B05CD">
        <w:t>SUBISPROF</w:t>
      </w:r>
      <w:r w:rsidR="00DF04D6" w:rsidRPr="002B05CD">
        <w:t>OND</w:t>
      </w:r>
      <w:r w:rsidRPr="002B05CD">
        <w:t xml:space="preserve">: </w:t>
      </w:r>
      <w:r w:rsidR="00EB7943" w:rsidRPr="002B05CD">
        <w:t>5</w:t>
      </w:r>
      <w:r w:rsidR="00FA103C">
        <w:t>713510026</w:t>
      </w:r>
      <w:r w:rsidR="00DF04D6" w:rsidRPr="002B05CD">
        <w:rPr>
          <w:rStyle w:val="Znakapoznpodarou"/>
        </w:rPr>
        <w:footnoteReference w:id="1"/>
      </w:r>
    </w:p>
    <w:p w14:paraId="0AD74FBE" w14:textId="77777777" w:rsidR="00F422D3"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596258C4" w14:textId="77777777" w:rsidR="00983C22" w:rsidRDefault="00983C22" w:rsidP="00B42F40">
      <w:pPr>
        <w:pStyle w:val="Textbezodsazen"/>
        <w:spacing w:after="0"/>
        <w:rPr>
          <w:rStyle w:val="Zdraznnjemn"/>
          <w:b/>
          <w:iCs w:val="0"/>
          <w:color w:val="auto"/>
        </w:rPr>
      </w:pPr>
    </w:p>
    <w:p w14:paraId="04EFBFDA" w14:textId="77777777" w:rsidR="00983C22" w:rsidRDefault="00983C22" w:rsidP="00B42F40">
      <w:pPr>
        <w:pStyle w:val="Textbezodsazen"/>
        <w:spacing w:after="0"/>
        <w:rPr>
          <w:rStyle w:val="Zdraznnjemn"/>
          <w:b/>
          <w:iCs w:val="0"/>
          <w:color w:val="auto"/>
        </w:rPr>
      </w:pPr>
    </w:p>
    <w:p w14:paraId="3B5CC88A" w14:textId="698741A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0A79CD64"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B11B31">
        <w:t xml:space="preserve"> na vyžádání</w:t>
      </w:r>
      <w:r>
        <w:t xml:space="preserve"> 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1"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0419E878" w:rsidR="007D26F9" w:rsidRDefault="007D26F9" w:rsidP="00251935">
      <w:pPr>
        <w:pStyle w:val="Text1-1"/>
      </w:pPr>
      <w:r>
        <w:t xml:space="preserve">Objednatel </w:t>
      </w:r>
      <w:r w:rsidRPr="002B05CD">
        <w:t xml:space="preserve">oznámil uveřejněním na profilu zadavatele: </w:t>
      </w:r>
      <w:hyperlink r:id="rId12" w:history="1">
        <w:r w:rsidR="00A72F8F" w:rsidRPr="002B05CD">
          <w:rPr>
            <w:rStyle w:val="Hypertextovodkaz"/>
            <w:color w:val="auto"/>
            <w:u w:val="none"/>
          </w:rPr>
          <w:t>https://zakazky.sprav</w:t>
        </w:r>
      </w:hyperlink>
      <w:r w:rsidR="00A72F8F" w:rsidRPr="002B05CD">
        <w:t>azeleznic.cz/</w:t>
      </w:r>
      <w:r w:rsidRPr="002B05CD">
        <w:t xml:space="preserve">dne pod evidenčním číslem </w:t>
      </w:r>
      <w:r w:rsidR="00251935">
        <w:t>61825171</w:t>
      </w:r>
      <w:r w:rsidRPr="002B05CD">
        <w:t xml:space="preserve"> svůj úmysl zadat veřejnou zakázku</w:t>
      </w:r>
      <w:r w:rsidR="00A349C6" w:rsidRPr="002B05CD">
        <w:t xml:space="preserve"> s </w:t>
      </w:r>
      <w:r w:rsidRPr="002B05CD">
        <w:t xml:space="preserve">názvem </w:t>
      </w:r>
      <w:r w:rsidRPr="002B05CD">
        <w:rPr>
          <w:b/>
          <w:bCs/>
        </w:rPr>
        <w:t>„</w:t>
      </w:r>
      <w:r w:rsidR="00FA103C">
        <w:rPr>
          <w:b/>
          <w:bCs/>
        </w:rPr>
        <w:t xml:space="preserve">Zvýšení spolehlivosti sítě GSM-R v úseku Lipník n. B. – </w:t>
      </w:r>
      <w:proofErr w:type="spellStart"/>
      <w:r w:rsidR="00FA103C">
        <w:rPr>
          <w:b/>
          <w:bCs/>
        </w:rPr>
        <w:t>Drahotuše</w:t>
      </w:r>
      <w:proofErr w:type="spellEnd"/>
      <w:r w:rsidR="00FA103C">
        <w:rPr>
          <w:b/>
          <w:bCs/>
        </w:rPr>
        <w:t xml:space="preserve"> pro výhradní provoz ETCS BKN</w:t>
      </w:r>
      <w:r w:rsidRPr="002B05CD">
        <w:rPr>
          <w:b/>
          <w:bCs/>
        </w:rPr>
        <w:t>“</w:t>
      </w:r>
      <w:r w:rsidRPr="002B05CD">
        <w:t xml:space="preserve"> (dále jen „</w:t>
      </w:r>
      <w:r w:rsidRPr="002B05CD">
        <w:rPr>
          <w:rStyle w:val="Tun"/>
        </w:rPr>
        <w:t>Veřejná zakázka</w:t>
      </w:r>
      <w:r w:rsidRPr="002B05CD">
        <w:t xml:space="preserve">“). Na </w:t>
      </w:r>
      <w:r w:rsidRPr="002B05CD">
        <w:rPr>
          <w:color w:val="000000" w:themeColor="text1"/>
        </w:rPr>
        <w:t>základě výběrové</w:t>
      </w:r>
      <w:r w:rsidR="00934B6B" w:rsidRPr="002B05CD">
        <w:rPr>
          <w:color w:val="000000" w:themeColor="text1"/>
        </w:rPr>
        <w:t>ho</w:t>
      </w:r>
      <w:r w:rsidRPr="002B05CD">
        <w:rPr>
          <w:color w:val="000000" w:themeColor="text1"/>
        </w:rPr>
        <w:t xml:space="preserve"> řízení </w:t>
      </w:r>
      <w:r w:rsidRPr="002B05CD">
        <w:t xml:space="preserve">byla pro plnění Veřejné zakázky vybrána jako nejvhodnější nabídka </w:t>
      </w:r>
      <w:r w:rsidR="00934B6B" w:rsidRPr="002B05CD">
        <w:t>(dále</w:t>
      </w:r>
      <w:r w:rsidR="00934B6B">
        <w:t xml:space="preserv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0806CE64" w:rsidR="007D26F9" w:rsidRPr="00BF5769" w:rsidRDefault="00C01453" w:rsidP="00C01453">
      <w:pPr>
        <w:pStyle w:val="Text1-1"/>
      </w:pPr>
      <w:r w:rsidRPr="00C01453">
        <w:t xml:space="preserve">Zhotovitel se zavazuje v souladu s touto Smlouvou </w:t>
      </w:r>
      <w:proofErr w:type="gramStart"/>
      <w:r w:rsidRPr="00C01453">
        <w:t xml:space="preserve">zhotovit </w:t>
      </w:r>
      <w:r w:rsidR="00C53FB6">
        <w:t xml:space="preserve"> </w:t>
      </w:r>
      <w:r w:rsidRPr="00C01453">
        <w:t>Projektovou</w:t>
      </w:r>
      <w:proofErr w:type="gramEnd"/>
      <w:r w:rsidRPr="00C01453">
        <w:t xml:space="preserve"> dokumentaci, včetně veškerých činností souvisejících s jejím zhotovením, </w:t>
      </w:r>
      <w:r w:rsidRPr="00BD4363">
        <w:t xml:space="preserve">dále zhotovit stavbu a vypracovat veškerou příslušnou dokumentaci související s prováděnou stavbou, včetně všech ostatních dokumentací a dokladů, a provádět </w:t>
      </w:r>
      <w:r w:rsidRPr="00BF5769">
        <w:t xml:space="preserve">činnosti spojené s výkonem </w:t>
      </w:r>
      <w:r w:rsidR="00363530" w:rsidRPr="00BF5769">
        <w:t xml:space="preserve">Dozoru </w:t>
      </w:r>
      <w:r w:rsidR="006265D1" w:rsidRPr="00BF5769">
        <w:t xml:space="preserve">projektanta </w:t>
      </w:r>
      <w:r w:rsidRPr="00BF5769">
        <w:t>(dále jen „</w:t>
      </w:r>
      <w:r w:rsidRPr="00BF5769">
        <w:rPr>
          <w:b/>
        </w:rPr>
        <w:t>Dílo</w:t>
      </w:r>
      <w:r w:rsidRPr="00BF5769">
        <w:t>“).</w:t>
      </w:r>
    </w:p>
    <w:p w14:paraId="55139E65" w14:textId="07FCD4DA" w:rsidR="00C01453" w:rsidRPr="00BF5769" w:rsidRDefault="00C01453" w:rsidP="00C01453">
      <w:pPr>
        <w:pStyle w:val="Text1-1"/>
      </w:pPr>
      <w:r w:rsidRPr="00BF5769">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w:t>
      </w:r>
      <w:r w:rsidR="00D9647A" w:rsidRPr="00BF5769">
        <w:t> realizaci stavby</w:t>
      </w:r>
      <w:r w:rsidRPr="00BF5769">
        <w:t xml:space="preserve">, a to na základě plné moci Objednatele. </w:t>
      </w:r>
    </w:p>
    <w:p w14:paraId="6CB07389" w14:textId="2A6020CE" w:rsidR="00C01453" w:rsidRDefault="00C01453" w:rsidP="00C01453">
      <w:pPr>
        <w:pStyle w:val="Textbezslovn"/>
      </w:pPr>
      <w:r w:rsidRPr="00BF5769">
        <w:t xml:space="preserve">Součástí povinností Zhotovitele dle této Smlouvy je i výkon </w:t>
      </w:r>
      <w:r w:rsidR="001D5DEF" w:rsidRPr="00BF5769">
        <w:t xml:space="preserve">Dozoru </w:t>
      </w:r>
      <w:r w:rsidRPr="00BF5769">
        <w:t>projektanta</w:t>
      </w:r>
      <w:r w:rsidR="006F6E55" w:rsidRPr="00BF5769">
        <w:t xml:space="preserve"> podle NSZ</w:t>
      </w:r>
      <w:r w:rsidR="001D5DEF" w:rsidRPr="00BF5769">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4ECD66FA" w:rsidR="00C01453" w:rsidRDefault="00C01453" w:rsidP="00C01453">
      <w:pPr>
        <w:pStyle w:val="Textbezslovn"/>
      </w:pPr>
      <w:r w:rsidRPr="00BD4363">
        <w:t>Realizací stavby se rozumí dodávka a instalace železniční sdělovací techniky, provedení případných drobných stavebních úprav, nezbytných klimatizací a zajištění napájení.</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3"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 xml:space="preserve">datovou zprávou na identifikátor datové schránky: </w:t>
      </w:r>
      <w:proofErr w:type="spellStart"/>
      <w:r w:rsidR="009A3E79"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 xml:space="preserve">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w:t>
      </w:r>
      <w:proofErr w:type="gramStart"/>
      <w:r w:rsidRPr="00AF7AEE">
        <w:t>Ceně</w:t>
      </w:r>
      <w:proofErr w:type="gramEnd"/>
      <w:r w:rsidRPr="00AF7AEE">
        <w:t xml:space="preserve">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6A9CB18D" w:rsidR="008911C8" w:rsidRPr="00BD4363"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říloze č. 5 této Smlouvy (dále jen „</w:t>
      </w:r>
      <w:r w:rsidRPr="008911C8">
        <w:rPr>
          <w:b/>
        </w:rPr>
        <w:t>Harmonogram postupu prací</w:t>
      </w:r>
      <w:r>
        <w:t xml:space="preserve">“), který je rozdělen na část zahrnující zpracování Projektové dokumentace, včetně zajištění vydání </w:t>
      </w:r>
      <w:r w:rsidR="00C53FB6" w:rsidRPr="00BD4363">
        <w:t>povolení záměru</w:t>
      </w:r>
      <w:r w:rsidR="006F6E55" w:rsidRPr="00BD4363">
        <w:t xml:space="preserve"> (povolení stavby)</w:t>
      </w:r>
      <w:r w:rsidR="00C53FB6" w:rsidRPr="00BD4363">
        <w:t xml:space="preserve"> </w:t>
      </w:r>
      <w:r w:rsidRPr="00BD4363">
        <w:t>s nabytím právní moci, a na část zahrnující realizaci stavby dle jednotlivých objektů</w:t>
      </w:r>
      <w:r w:rsidR="00211ABD" w:rsidRPr="00BD4363">
        <w:t xml:space="preserve"> stavební části</w:t>
      </w:r>
      <w:r w:rsidRPr="00BD4363">
        <w:t xml:space="preserve">, </w:t>
      </w:r>
      <w:r w:rsidR="00211ABD" w:rsidRPr="00BD4363">
        <w:t>objektů technických a technologických zařízení</w:t>
      </w:r>
      <w:r w:rsidRPr="00BD4363">
        <w:t xml:space="preserve"> či jiných částí plnění, přičemž zásadní termíny Harmonogramu postupu prací jsou následující:</w:t>
      </w:r>
    </w:p>
    <w:p w14:paraId="58D7039C" w14:textId="77777777" w:rsidR="008911C8" w:rsidRPr="002B05CD" w:rsidRDefault="008911C8" w:rsidP="008911C8">
      <w:pPr>
        <w:pStyle w:val="Textbezslovn"/>
      </w:pPr>
      <w:r w:rsidRPr="002B05CD">
        <w:t xml:space="preserve">Zahájení činnosti Zhotovitele: </w:t>
      </w:r>
      <w:r w:rsidRPr="002B05CD">
        <w:rPr>
          <w:rStyle w:val="Tun"/>
        </w:rPr>
        <w:t>po nabytí účinnosti Smlouvy</w:t>
      </w:r>
      <w:r w:rsidRPr="002B05CD">
        <w:t xml:space="preserve"> </w:t>
      </w:r>
    </w:p>
    <w:p w14:paraId="4BB25FAC" w14:textId="3E801508" w:rsidR="008911C8" w:rsidRPr="00643080" w:rsidRDefault="008911C8" w:rsidP="008911C8">
      <w:pPr>
        <w:pStyle w:val="Textbezslovn"/>
      </w:pPr>
      <w:r w:rsidRPr="002B05CD">
        <w:t xml:space="preserve">Celková lhůta pro provedení Díla činí celkem </w:t>
      </w:r>
      <w:r w:rsidR="003832B5">
        <w:rPr>
          <w:b/>
          <w:bCs/>
        </w:rPr>
        <w:t>18</w:t>
      </w:r>
      <w:r w:rsidRPr="00FA103C">
        <w:rPr>
          <w:rStyle w:val="Tun"/>
        </w:rPr>
        <w:t xml:space="preserve"> měsíců</w:t>
      </w:r>
      <w:r w:rsidRPr="002B05CD">
        <w:t xml:space="preserve"> od nabytí účinnosti Smlouvy (dokladem prokazujícím, že Zhotovitel dokončil celé Dílo, je Předávací protokol dle odst. </w:t>
      </w:r>
      <w:r w:rsidRPr="00643080">
        <w:t>10.4 Obchodních podmínek).</w:t>
      </w:r>
    </w:p>
    <w:p w14:paraId="34BD7111" w14:textId="352AAAA7" w:rsidR="008911C8" w:rsidRPr="00643080" w:rsidRDefault="008911C8" w:rsidP="00CB2DC6">
      <w:pPr>
        <w:pStyle w:val="Textbezslovn"/>
      </w:pPr>
      <w:r w:rsidRPr="00643080">
        <w:t xml:space="preserve">Lhůta pro dokončení prací činí celkem </w:t>
      </w:r>
      <w:r w:rsidR="003170A9" w:rsidRPr="00643080">
        <w:rPr>
          <w:b/>
          <w:bCs/>
        </w:rPr>
        <w:t>9</w:t>
      </w:r>
      <w:r w:rsidR="00AC0222" w:rsidRPr="00643080">
        <w:rPr>
          <w:rStyle w:val="Tun"/>
        </w:rPr>
        <w:t xml:space="preserve"> </w:t>
      </w:r>
      <w:proofErr w:type="gramStart"/>
      <w:r w:rsidRPr="00643080">
        <w:rPr>
          <w:rStyle w:val="Tun"/>
        </w:rPr>
        <w:t>měsíců</w:t>
      </w:r>
      <w:r w:rsidRPr="00643080">
        <w:t xml:space="preserve"> </w:t>
      </w:r>
      <w:r w:rsidR="009327C9" w:rsidRPr="00643080">
        <w:t xml:space="preserve"> </w:t>
      </w:r>
      <w:r w:rsidRPr="00643080">
        <w:t>ode</w:t>
      </w:r>
      <w:proofErr w:type="gramEnd"/>
      <w:r w:rsidRPr="00643080">
        <w:t xml:space="preserve"> dne nabytí účinnosti Smlouvy (dokladem prokazujícím, že Zhotovitel dokončil projekční a stavební práce a předal Objednateli veškerá plnění připadající na tyto části Díla, je poslední Zápis o předání a převzetí Díla). </w:t>
      </w:r>
    </w:p>
    <w:p w14:paraId="7134F2BC" w14:textId="1E1AF4FE" w:rsidR="001416C0" w:rsidRPr="00643080" w:rsidRDefault="003170A9" w:rsidP="003170A9">
      <w:pPr>
        <w:pStyle w:val="Textbezslovn"/>
      </w:pPr>
      <w:r w:rsidRPr="00643080">
        <w:t>Lhůta pro dokončení testování</w:t>
      </w:r>
      <w:r w:rsidR="001416C0" w:rsidRPr="00643080">
        <w:t xml:space="preserve"> ověření různých druhů zapojení GSM-R pro zvýšení spolehlivosti systému GSM-R</w:t>
      </w:r>
      <w:r w:rsidRPr="00643080">
        <w:t xml:space="preserve"> činí celkem </w:t>
      </w:r>
      <w:r w:rsidRPr="00643080">
        <w:rPr>
          <w:b/>
          <w:bCs/>
        </w:rPr>
        <w:t>15</w:t>
      </w:r>
      <w:r w:rsidRPr="00643080">
        <w:rPr>
          <w:rStyle w:val="Tun"/>
        </w:rPr>
        <w:t xml:space="preserve"> </w:t>
      </w:r>
      <w:proofErr w:type="gramStart"/>
      <w:r w:rsidRPr="00643080">
        <w:rPr>
          <w:rStyle w:val="Tun"/>
        </w:rPr>
        <w:t>měsíců</w:t>
      </w:r>
      <w:r w:rsidRPr="00643080">
        <w:t xml:space="preserve">  ode</w:t>
      </w:r>
      <w:proofErr w:type="gramEnd"/>
      <w:r w:rsidRPr="00643080">
        <w:t xml:space="preserve"> dne nabytí účinnosti Smlouvy (dokladem prokazujícím, že</w:t>
      </w:r>
      <w:r w:rsidR="00556EDA" w:rsidRPr="00643080">
        <w:t xml:space="preserve"> </w:t>
      </w:r>
      <w:r w:rsidRPr="00643080">
        <w:t xml:space="preserve">Zhotovitel dokončil </w:t>
      </w:r>
      <w:r w:rsidR="00556EDA" w:rsidRPr="00643080">
        <w:t xml:space="preserve">testování </w:t>
      </w:r>
      <w:r w:rsidRPr="00643080">
        <w:t xml:space="preserve">a předal Objednateli veškerá plnění připadající na tyto části Díla, je </w:t>
      </w:r>
      <w:r w:rsidR="00730079" w:rsidRPr="00643080">
        <w:t>potvrzení odborných složek Objednatele</w:t>
      </w:r>
      <w:r w:rsidR="00875CC2" w:rsidRPr="00643080">
        <w:t>, že testování bylo úspěšně dokončeno</w:t>
      </w:r>
      <w:r w:rsidRPr="00643080">
        <w:t xml:space="preserve">). </w:t>
      </w:r>
    </w:p>
    <w:p w14:paraId="62A7617B" w14:textId="7906E767" w:rsidR="008911C8" w:rsidRPr="00643080" w:rsidRDefault="008911C8" w:rsidP="00CB2DC6">
      <w:pPr>
        <w:pStyle w:val="Textbezslovn"/>
      </w:pPr>
      <w:r w:rsidRPr="00643080">
        <w:t xml:space="preserve">Předání posouzení interoperability, včetně zajištění všech souvisejících dokladů, podle </w:t>
      </w:r>
      <w:proofErr w:type="spellStart"/>
      <w:r w:rsidRPr="00643080">
        <w:t>ust</w:t>
      </w:r>
      <w:proofErr w:type="spellEnd"/>
      <w:r w:rsidRPr="00643080">
        <w:t>. § 49b zákona 266/1994 Sb. ve znění pozdějších předpisů, předání osvědčení o</w:t>
      </w:r>
      <w:r w:rsidR="00CB2DC6" w:rsidRPr="00643080">
        <w:t> </w:t>
      </w:r>
      <w:r w:rsidRPr="00643080">
        <w:t xml:space="preserve">bezpečnosti zpracovaného nezávislým posuzovatelem podle </w:t>
      </w:r>
      <w:r w:rsidRPr="002B05CD">
        <w:t>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2B05CD">
        <w:t> </w:t>
      </w:r>
      <w:r w:rsidRPr="002B05CD">
        <w:t xml:space="preserve">kompletní technické části dokumentace skutečného provedení stavby bude provedeno nejpozději </w:t>
      </w:r>
      <w:proofErr w:type="gramStart"/>
      <w:r w:rsidRPr="00643080">
        <w:t xml:space="preserve">do </w:t>
      </w:r>
      <w:r w:rsidRPr="00643080">
        <w:rPr>
          <w:rStyle w:val="Tun"/>
        </w:rPr>
        <w:t xml:space="preserve"> </w:t>
      </w:r>
      <w:r w:rsidR="004E6396" w:rsidRPr="00643080">
        <w:rPr>
          <w:rStyle w:val="Tun"/>
        </w:rPr>
        <w:t>3</w:t>
      </w:r>
      <w:proofErr w:type="gramEnd"/>
      <w:r w:rsidR="004E6396" w:rsidRPr="00643080">
        <w:rPr>
          <w:rStyle w:val="Tun"/>
        </w:rPr>
        <w:t xml:space="preserve"> </w:t>
      </w:r>
      <w:r w:rsidRPr="00643080">
        <w:rPr>
          <w:rStyle w:val="Tun"/>
        </w:rPr>
        <w:t>měsíců</w:t>
      </w:r>
      <w:r w:rsidRPr="00643080">
        <w:t xml:space="preserve"> ode dne </w:t>
      </w:r>
      <w:r w:rsidR="00A56536" w:rsidRPr="00643080">
        <w:t>vydání potvrzení odborných složek Objednatele, že testování bylo úspěšně dokončeno</w:t>
      </w:r>
      <w:r w:rsidRPr="00643080">
        <w:t>.</w:t>
      </w:r>
    </w:p>
    <w:p w14:paraId="49BD121C" w14:textId="16A6C368" w:rsidR="000A1EC3" w:rsidRDefault="000A1EC3" w:rsidP="00CB2DC6">
      <w:pPr>
        <w:pStyle w:val="Textbezslovn"/>
      </w:pPr>
      <w:r w:rsidRPr="00643080">
        <w:t>Lhůty stanovené v pod-článku 1.</w:t>
      </w:r>
      <w:r w:rsidRPr="002B05CD">
        <w:t>11.5.1 Kapitoly 1 TKP a lhůty stanovené v odst. 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32E4070" w14:textId="77777777" w:rsidR="00BD4363" w:rsidRDefault="007D26F9" w:rsidP="00BD4363">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7B7D9DF" w:rsidR="00CB2DC6" w:rsidRPr="00BD4363" w:rsidRDefault="00CB2DC6" w:rsidP="00BD4363">
      <w:pPr>
        <w:pStyle w:val="Text1-1"/>
      </w:pPr>
      <w:r w:rsidRPr="00BD4363">
        <w:t>Odst.</w:t>
      </w:r>
      <w:r w:rsidR="00AA4762" w:rsidRPr="00BD4363">
        <w:t> </w:t>
      </w:r>
      <w:r w:rsidRPr="00BD4363">
        <w:t xml:space="preserve">13.9 </w:t>
      </w:r>
      <w:r w:rsidR="003C1F72" w:rsidRPr="00BD4363">
        <w:t>P</w:t>
      </w:r>
      <w:r w:rsidRPr="00BD4363">
        <w:t>řílohy č.</w:t>
      </w:r>
      <w:r w:rsidR="008A791F" w:rsidRPr="00BD4363">
        <w:t xml:space="preserve"> </w:t>
      </w:r>
      <w:r w:rsidRPr="00BD4363">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63A6B6D9" w:rsidR="007D26F9" w:rsidRDefault="007D26F9" w:rsidP="00BC5BDD">
      <w:pPr>
        <w:pStyle w:val="Text1-1"/>
      </w:pPr>
      <w:r>
        <w:t xml:space="preserve">Bankovní záruka za provedení Díla </w:t>
      </w:r>
      <w:r w:rsidR="005D7B1B">
        <w:t xml:space="preserve">nebo </w:t>
      </w:r>
      <w:r w:rsidR="005D7B1B" w:rsidRPr="00F00153">
        <w:t xml:space="preserve">Pojistná záruka za provedení Díla </w:t>
      </w:r>
      <w:r w:rsidRPr="00F00153">
        <w:t xml:space="preserve">dle čl. 14 Obchodních podmínek činí </w:t>
      </w:r>
      <w:r w:rsidR="000C7DA9" w:rsidRPr="00F00153">
        <w:t xml:space="preserve">alespoň </w:t>
      </w:r>
      <w:r w:rsidRPr="00F00153">
        <w:t>10 %</w:t>
      </w:r>
      <w:r w:rsidR="00A349C6" w:rsidRPr="00F00153">
        <w:t xml:space="preserve"> z </w:t>
      </w:r>
      <w:r w:rsidRPr="00F00153">
        <w:t xml:space="preserve">Ceny Díla </w:t>
      </w:r>
      <w:r>
        <w:t>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3F757BA1"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5DAA57DB" w:rsidR="007629F8" w:rsidRPr="00BB31AD" w:rsidRDefault="007629F8" w:rsidP="007629F8">
      <w:pPr>
        <w:pStyle w:val="Text1-1"/>
      </w:pPr>
      <w:proofErr w:type="spellStart"/>
      <w:r w:rsidRPr="00BB31AD">
        <w:t>Compliance</w:t>
      </w:r>
      <w:proofErr w:type="spellEnd"/>
      <w:r w:rsidRPr="00BB31AD">
        <w:t xml:space="preserve"> doložka </w:t>
      </w:r>
    </w:p>
    <w:p w14:paraId="46096E8B" w14:textId="77777777" w:rsidR="00246486" w:rsidRDefault="00246486" w:rsidP="00DF04D6">
      <w:pPr>
        <w:pStyle w:val="Text1-1"/>
        <w:numPr>
          <w:ilvl w:val="0"/>
          <w:numId w:val="0"/>
        </w:numPr>
        <w:ind w:left="1418" w:hanging="681"/>
      </w:pPr>
      <w:r>
        <w:t>4.6.1</w:t>
      </w:r>
      <w:r>
        <w:tab/>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a protikorupčních programů a etických hodnot druhé Smluvní strany, pakliže s těmito dokumenty byla druhá Smluvní strana před podpisem Smlouvy seznámena. Správa železnic, státní organizace, má dokumenty k dispozici na webových stránkách: https://www.spravazeleznic.cz/o-nas/nezadouci-jednani-a-boj-s-korupci. </w:t>
      </w:r>
    </w:p>
    <w:p w14:paraId="72E2AEAC" w14:textId="77777777" w:rsidR="00246486" w:rsidRDefault="00246486" w:rsidP="00DF04D6">
      <w:pPr>
        <w:pStyle w:val="Text1-1"/>
        <w:numPr>
          <w:ilvl w:val="0"/>
          <w:numId w:val="0"/>
        </w:numPr>
        <w:ind w:left="1418" w:hanging="681"/>
      </w:pPr>
      <w:r>
        <w:t>4.6.2</w:t>
      </w:r>
      <w:r>
        <w:tab/>
        <w:t xml:space="preserve">Dodavatel se zavazuje bezodkladně písemně informovat Správu železnic v případech, kdy dodavatel jako právnická osoba, člen realizačního týmu, zaměstnanec nebo zástupce dodavatele, příp. poddodavatele nebo poddodavatel jako právnická osoba bude pravomocně odsouzen pro trestný čin uvedený v příloze 3 zákona č. 134/2016 Sb., o zadávání veřejných zakázek. </w:t>
      </w:r>
    </w:p>
    <w:p w14:paraId="7D53F710" w14:textId="77777777" w:rsidR="00246486" w:rsidRDefault="00246486" w:rsidP="00DF04D6">
      <w:pPr>
        <w:pStyle w:val="Text1-1"/>
        <w:numPr>
          <w:ilvl w:val="0"/>
          <w:numId w:val="0"/>
        </w:numPr>
        <w:ind w:left="1418" w:hanging="681"/>
      </w:pPr>
      <w:r>
        <w:t>4.6.3</w:t>
      </w:r>
      <w:r>
        <w:tab/>
        <w:t>V případě pravomocného odsouzení dodavatele jako právnické osoby pro trestný čin uvedený v odst. 2 výše, nebo pravomocného odsouzení člena realizačního týmu, zaměstnance nebo zástupce dodavatele, příp. poddodavatele nebo poddodavatele jako právnické osoby pro trestný čin uvedený v odst. 2 výše v souvislosti s plněním Smlouvy, je Správa železnic oprávněna od Smlouvy odstoupit.</w:t>
      </w:r>
    </w:p>
    <w:p w14:paraId="19091698" w14:textId="21459A9B" w:rsidR="00150E4D" w:rsidRDefault="00150E4D" w:rsidP="00150E4D">
      <w:pPr>
        <w:pStyle w:val="Text1-1"/>
        <w:numPr>
          <w:ilvl w:val="0"/>
          <w:numId w:val="0"/>
        </w:numPr>
        <w:ind w:left="1418" w:hanging="681"/>
      </w:pPr>
      <w:r>
        <w:t xml:space="preserve">4.6.4 </w:t>
      </w:r>
      <w:r w:rsidR="00246486">
        <w:t>V případě pravomocného odsouzení člena realizačního týmu, zaměstnance nebo zástupce dodavatele, příp. poddodavatele nebo poddodavatele jako právnické osoby pro trestný čin uvedený v odst. 2 výše nikoli v souvislosti s plněním Smlouvy je Správa železnic oprávněna vyzvat dodavatele k nahrazení takové osoby do 30 dnů od doručení výzvy. V případě marného uplynutí této lhůty je Správa železnic oprávněna od Smlouvy odstoupit. V případě osob, kterými dodavatel prokazoval kvalifikaci či podmínky v rámci hodnocení v předcházejícím řízení, bude tato osoba nahrazena za podmínek stanovených pro nahrazení těchto osob ve Smlouvě.</w:t>
      </w:r>
    </w:p>
    <w:p w14:paraId="7E75563D" w14:textId="433D3E61" w:rsidR="00DB0CD2" w:rsidRPr="00BB31AD" w:rsidRDefault="00150E4D" w:rsidP="00150E4D">
      <w:pPr>
        <w:pStyle w:val="Text1-1"/>
        <w:numPr>
          <w:ilvl w:val="0"/>
          <w:numId w:val="0"/>
        </w:numPr>
        <w:ind w:left="709" w:hanging="709"/>
        <w:rPr>
          <w:rFonts w:eastAsia="Times New Roman" w:cs="Times New Roman"/>
        </w:rPr>
      </w:pPr>
      <w:r>
        <w:t xml:space="preserve">4.7    </w:t>
      </w:r>
      <w:r>
        <w:tab/>
      </w:r>
      <w:r w:rsidR="00DB0CD2" w:rsidRPr="00BB31AD">
        <w:rPr>
          <w:rFonts w:eastAsia="Times New Roman" w:cs="Times New Roman"/>
        </w:rPr>
        <w:t>Sociálně a environmentálně odpovědné zadávání</w:t>
      </w:r>
    </w:p>
    <w:p w14:paraId="767A6EF3" w14:textId="73975C1E" w:rsidR="00DB0CD2" w:rsidRPr="00BB31AD" w:rsidRDefault="007A7638" w:rsidP="007A7638">
      <w:pPr>
        <w:pStyle w:val="Text1-2"/>
        <w:numPr>
          <w:ilvl w:val="0"/>
          <w:numId w:val="0"/>
        </w:numPr>
        <w:ind w:left="1418" w:hanging="681"/>
      </w:pPr>
      <w:r>
        <w:t>4.7.1</w:t>
      </w:r>
      <w:r>
        <w:tab/>
        <w:t xml:space="preserve"> </w:t>
      </w:r>
      <w:r w:rsidR="00DB0CD2"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7E1C3CD7" w:rsidR="00DB0CD2" w:rsidRDefault="007A7638" w:rsidP="007A7638">
      <w:pPr>
        <w:pStyle w:val="Text1-2"/>
        <w:numPr>
          <w:ilvl w:val="0"/>
          <w:numId w:val="0"/>
        </w:numPr>
        <w:ind w:left="1418" w:hanging="681"/>
      </w:pPr>
      <w:r>
        <w:t>4.7.2</w:t>
      </w:r>
      <w:r>
        <w:tab/>
      </w:r>
      <w:r w:rsidR="00DB0CD2"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00DB0CD2"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00DB0CD2" w:rsidRPr="00BB31AD">
        <w:t xml:space="preserve">.1 této Smlouvy. </w:t>
      </w:r>
    </w:p>
    <w:p w14:paraId="4925CE78" w14:textId="684A81C8" w:rsidR="00DB0CD2" w:rsidRPr="00BD4363" w:rsidRDefault="007A7638" w:rsidP="007A7638">
      <w:pPr>
        <w:pStyle w:val="Text1-2"/>
        <w:numPr>
          <w:ilvl w:val="0"/>
          <w:numId w:val="0"/>
        </w:numPr>
        <w:ind w:left="1418" w:hanging="709"/>
      </w:pPr>
      <w:r>
        <w:rPr>
          <w:rFonts w:eastAsia="Times New Roman" w:cs="Times New Roman"/>
        </w:rPr>
        <w:t>4</w:t>
      </w:r>
      <w:r w:rsidRPr="007A7638">
        <w:t>.7.3</w:t>
      </w:r>
      <w:r>
        <w:tab/>
      </w:r>
      <w:r w:rsidR="00DB0CD2" w:rsidRPr="007A7638">
        <w:t>Porady</w:t>
      </w:r>
      <w:r w:rsidR="000C2D3C" w:rsidRPr="007A7638">
        <w:t xml:space="preserve"> a jednání</w:t>
      </w:r>
      <w:r w:rsidR="00DB0CD2" w:rsidRPr="007A7638">
        <w:t xml:space="preserve">, </w:t>
      </w:r>
      <w:r w:rsidR="00C76E46" w:rsidRPr="007A7638">
        <w:t xml:space="preserve">která </w:t>
      </w:r>
      <w:r w:rsidR="001B0C6A" w:rsidRPr="007A7638">
        <w:t xml:space="preserve">budou probíhat </w:t>
      </w:r>
      <w:r w:rsidR="000C2D3C" w:rsidRPr="007A7638">
        <w:t xml:space="preserve">dle odst. </w:t>
      </w:r>
      <w:proofErr w:type="gramStart"/>
      <w:r w:rsidR="00DB0CD2" w:rsidRPr="007A7638">
        <w:t>2</w:t>
      </w:r>
      <w:r w:rsidR="000C2D3C" w:rsidRPr="007A7638">
        <w:t xml:space="preserve">.3 </w:t>
      </w:r>
      <w:r w:rsidR="00DB0CD2" w:rsidRPr="007A7638">
        <w:t xml:space="preserve"> </w:t>
      </w:r>
      <w:r w:rsidR="002842DC" w:rsidRPr="007A7638">
        <w:t>p</w:t>
      </w:r>
      <w:r w:rsidR="00DB0CD2" w:rsidRPr="007A7638">
        <w:t>řílohy</w:t>
      </w:r>
      <w:proofErr w:type="gramEnd"/>
      <w:r w:rsidR="00DB0CD2" w:rsidRPr="007A7638">
        <w:t xml:space="preserve"> č.</w:t>
      </w:r>
      <w:r w:rsidR="00C729BC" w:rsidRPr="007A7638">
        <w:t xml:space="preserve"> 2b</w:t>
      </w:r>
      <w:r w:rsidR="00DB0CD2" w:rsidRPr="007A7638">
        <w:t xml:space="preserve">) této Smlouvy, budou probíhat primárně distančním způsobem (elektronicky, např. MS Teams, Google </w:t>
      </w:r>
      <w:proofErr w:type="gramStart"/>
      <w:r w:rsidR="00DB0CD2" w:rsidRPr="007A7638">
        <w:t>meet,</w:t>
      </w:r>
      <w:proofErr w:type="gramEnd"/>
      <w:r w:rsidR="00DB0CD2" w:rsidRPr="007A7638">
        <w:t xml:space="preserve"> atp.), pokud nebude nutné, aby byly spojeny s místním šetřením.</w:t>
      </w:r>
    </w:p>
    <w:p w14:paraId="6777B495" w14:textId="5DBC2626" w:rsidR="00BD4363" w:rsidRPr="00BB31AD" w:rsidRDefault="007A7638" w:rsidP="007A7638">
      <w:pPr>
        <w:pStyle w:val="Text1-2"/>
        <w:numPr>
          <w:ilvl w:val="0"/>
          <w:numId w:val="0"/>
        </w:numPr>
        <w:ind w:left="1418" w:hanging="709"/>
      </w:pPr>
      <w:r>
        <w:t>4.7.4</w:t>
      </w:r>
      <w:r>
        <w:tab/>
      </w:r>
      <w:r w:rsidR="00BD4363" w:rsidRPr="00BD4363">
        <w:t>Odst. 2.23, odst. 20.30 a odst. 20.31 Obchodních podmínek se v případě této Smlouvy nepoužije.</w:t>
      </w:r>
    </w:p>
    <w:p w14:paraId="72F38124" w14:textId="77777777" w:rsidR="00297950" w:rsidRDefault="007A7638" w:rsidP="00297950">
      <w:pPr>
        <w:pStyle w:val="Text1-2"/>
        <w:numPr>
          <w:ilvl w:val="0"/>
          <w:numId w:val="0"/>
        </w:numPr>
        <w:ind w:left="1418" w:hanging="709"/>
      </w:pPr>
      <w:r>
        <w:t>4.7.5</w:t>
      </w:r>
      <w:r>
        <w:tab/>
      </w:r>
      <w:r w:rsidR="00BD4363" w:rsidRPr="00BD4363">
        <w:t>NEOBSAZENO</w:t>
      </w:r>
      <w:r w:rsidR="001B0C6A" w:rsidRPr="00BD4363">
        <w:t>.</w:t>
      </w:r>
    </w:p>
    <w:p w14:paraId="4C633680" w14:textId="59FB7E5D" w:rsidR="00BD4363" w:rsidRDefault="00297950" w:rsidP="00297950">
      <w:pPr>
        <w:pStyle w:val="Text1-2"/>
        <w:numPr>
          <w:ilvl w:val="0"/>
          <w:numId w:val="0"/>
        </w:numPr>
      </w:pPr>
      <w:r>
        <w:t>4.8</w:t>
      </w:r>
      <w:r>
        <w:tab/>
      </w:r>
      <w:r w:rsidR="00BD4363" w:rsidRPr="00BD4363">
        <w:t>NEOBSAZENO</w:t>
      </w:r>
    </w:p>
    <w:p w14:paraId="0883A5A4" w14:textId="7658E2F2" w:rsidR="00297950" w:rsidRPr="00BD4363" w:rsidRDefault="00297950" w:rsidP="00297950">
      <w:pPr>
        <w:pStyle w:val="Text1-2"/>
        <w:numPr>
          <w:ilvl w:val="0"/>
          <w:numId w:val="0"/>
        </w:numPr>
      </w:pPr>
      <w:r>
        <w:t>4.9</w:t>
      </w:r>
      <w:r>
        <w:tab/>
        <w:t>NEOBSAZENO</w:t>
      </w:r>
    </w:p>
    <w:p w14:paraId="719420AB" w14:textId="5A0E0FDC" w:rsidR="00BD4363" w:rsidRDefault="00297950" w:rsidP="00297950">
      <w:pPr>
        <w:pStyle w:val="Text1-1"/>
        <w:numPr>
          <w:ilvl w:val="0"/>
          <w:numId w:val="0"/>
        </w:numPr>
        <w:ind w:left="709" w:hanging="709"/>
      </w:pPr>
      <w:r>
        <w:t>4.10</w:t>
      </w:r>
      <w:r>
        <w:tab/>
      </w:r>
      <w:r w:rsidR="000C7DA9"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C09E729" w14:textId="3C2F68A7" w:rsidR="000C7DA9" w:rsidRPr="00297950" w:rsidRDefault="00297950" w:rsidP="00297950">
      <w:pPr>
        <w:pStyle w:val="Text1-1"/>
        <w:numPr>
          <w:ilvl w:val="0"/>
          <w:numId w:val="0"/>
        </w:numPr>
        <w:ind w:left="142"/>
        <w:rPr>
          <w:iCs/>
        </w:rPr>
      </w:pPr>
      <w:r w:rsidRPr="00297950">
        <w:rPr>
          <w:iCs/>
        </w:rPr>
        <w:t>4.11</w:t>
      </w:r>
      <w:r w:rsidRPr="00297950">
        <w:rPr>
          <w:iCs/>
        </w:rPr>
        <w:tab/>
      </w:r>
      <w:r w:rsidR="006265D1" w:rsidRPr="00297950">
        <w:rPr>
          <w:iCs/>
        </w:rPr>
        <w:t>NEOBSAZENO</w:t>
      </w:r>
    </w:p>
    <w:p w14:paraId="0D3C2300" w14:textId="5CA95E8A" w:rsidR="00405F42" w:rsidRPr="00405F42" w:rsidRDefault="00297950" w:rsidP="00297950">
      <w:pPr>
        <w:spacing w:after="120" w:line="264" w:lineRule="auto"/>
        <w:ind w:left="709" w:hanging="567"/>
        <w:jc w:val="both"/>
        <w:rPr>
          <w:sz w:val="18"/>
          <w:szCs w:val="18"/>
        </w:rPr>
      </w:pPr>
      <w:r>
        <w:rPr>
          <w:sz w:val="18"/>
          <w:szCs w:val="18"/>
        </w:rPr>
        <w:t>4.12</w:t>
      </w:r>
      <w:r>
        <w:rPr>
          <w:sz w:val="18"/>
          <w:szCs w:val="18"/>
        </w:rPr>
        <w:tab/>
      </w:r>
      <w:r w:rsidR="00405F42"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1F3B359F"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1B1D4D">
        <w:rPr>
          <w:sz w:val="18"/>
          <w:szCs w:val="18"/>
        </w:rPr>
        <w:t xml:space="preserve"> které spadají do oblasti působnosti právních předpisů nebo jiných aktů uvedených v článku 5k Nařízení č. 833/2014,</w:t>
      </w:r>
      <w:r w:rsidRPr="00405F42">
        <w:rPr>
          <w:sz w:val="18"/>
          <w:szCs w:val="18"/>
        </w:rPr>
        <w:t xml:space="preserve">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04132B59" w:rsidR="00405F42" w:rsidRPr="00405F42" w:rsidRDefault="00297950" w:rsidP="009E212E">
      <w:pPr>
        <w:spacing w:after="120" w:line="264" w:lineRule="auto"/>
        <w:ind w:left="1276" w:hanging="850"/>
        <w:jc w:val="both"/>
        <w:rPr>
          <w:sz w:val="18"/>
          <w:szCs w:val="18"/>
        </w:rPr>
      </w:pPr>
      <w:r>
        <w:rPr>
          <w:sz w:val="18"/>
          <w:szCs w:val="18"/>
        </w:rPr>
        <w:t xml:space="preserve"> 4.12.2</w:t>
      </w:r>
      <w:r>
        <w:rPr>
          <w:sz w:val="18"/>
          <w:szCs w:val="18"/>
        </w:rPr>
        <w:tab/>
      </w:r>
      <w:r w:rsidR="00405F42" w:rsidRPr="00405F42">
        <w:rPr>
          <w:sz w:val="18"/>
          <w:szCs w:val="18"/>
        </w:rPr>
        <w:t>Je-li Zhotovitelem sdružení více osob, platí výše podmínky dle tohoto odst. 4.12 také jednotlivě pro všechny osoby v rámci Zhotovitele sdružené, a to bez ohledu na právní formu tohoto sdružení.</w:t>
      </w:r>
    </w:p>
    <w:p w14:paraId="75EBFBAD" w14:textId="656E343E" w:rsidR="00297950" w:rsidRPr="00405F42" w:rsidRDefault="00297950" w:rsidP="009E212E">
      <w:pPr>
        <w:spacing w:after="120" w:line="264" w:lineRule="auto"/>
        <w:ind w:left="1276" w:hanging="850"/>
        <w:jc w:val="both"/>
        <w:rPr>
          <w:sz w:val="18"/>
          <w:szCs w:val="18"/>
        </w:rPr>
      </w:pPr>
      <w:r>
        <w:rPr>
          <w:sz w:val="18"/>
          <w:szCs w:val="18"/>
        </w:rPr>
        <w:t>4.12.3</w:t>
      </w:r>
      <w:r>
        <w:rPr>
          <w:sz w:val="18"/>
          <w:szCs w:val="18"/>
        </w:rPr>
        <w:tab/>
      </w:r>
      <w:r w:rsidR="00405F42"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2E4E976B" w:rsidR="00405F42" w:rsidRPr="00405F42" w:rsidRDefault="009E212E" w:rsidP="000912DC">
      <w:pPr>
        <w:spacing w:after="120" w:line="264" w:lineRule="auto"/>
        <w:ind w:left="1276" w:hanging="850"/>
        <w:jc w:val="both"/>
        <w:rPr>
          <w:sz w:val="18"/>
          <w:szCs w:val="18"/>
        </w:rPr>
      </w:pPr>
      <w:r>
        <w:rPr>
          <w:sz w:val="18"/>
          <w:szCs w:val="18"/>
        </w:rPr>
        <w:t>4.12.4</w:t>
      </w:r>
      <w:r>
        <w:rPr>
          <w:sz w:val="18"/>
          <w:szCs w:val="18"/>
        </w:rPr>
        <w:tab/>
      </w:r>
      <w:r w:rsidR="00405F42"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E212E">
        <w:rPr>
          <w:sz w:val="18"/>
          <w:szCs w:val="18"/>
        </w:rPr>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4D951284" w:rsidR="00405F42" w:rsidRPr="00405F42" w:rsidRDefault="009E212E" w:rsidP="000912DC">
      <w:pPr>
        <w:spacing w:after="120" w:line="264" w:lineRule="auto"/>
        <w:ind w:left="1276" w:hanging="850"/>
        <w:jc w:val="both"/>
        <w:rPr>
          <w:sz w:val="18"/>
          <w:szCs w:val="18"/>
        </w:rPr>
      </w:pPr>
      <w:r>
        <w:rPr>
          <w:sz w:val="18"/>
          <w:szCs w:val="18"/>
        </w:rPr>
        <w:t>4.12.5</w:t>
      </w:r>
      <w:r>
        <w:rPr>
          <w:sz w:val="18"/>
          <w:szCs w:val="18"/>
        </w:rPr>
        <w:tab/>
      </w:r>
      <w:r w:rsidR="00405F42"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D09E80C" w14:textId="4474AC91" w:rsidR="00733115" w:rsidRPr="00733115" w:rsidRDefault="009E212E" w:rsidP="009E212E">
      <w:pPr>
        <w:pStyle w:val="Text1-2"/>
        <w:numPr>
          <w:ilvl w:val="0"/>
          <w:numId w:val="0"/>
        </w:numPr>
        <w:ind w:left="1276" w:hanging="850"/>
      </w:pPr>
      <w:r>
        <w:t>4.12.6</w:t>
      </w:r>
      <w:r>
        <w:tab/>
      </w:r>
      <w:proofErr w:type="gramStart"/>
      <w:r w:rsidR="00733115" w:rsidRPr="00733115">
        <w:t>Ukáží</w:t>
      </w:r>
      <w:proofErr w:type="gramEnd"/>
      <w:r w:rsidR="00733115" w:rsidRPr="00733115">
        <w:t>-li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0,2 % z Ceny Díla bez DPH sjednané dle této Smlouvy, maximálně však 200.000 Kč. Zhotovitel je dále povinen zaplatit za každé jednotlivé porušení oznamovací povinnosti dle odstavce 4.12.3, smluvní pokutu ve výši 50.000 Kč. Ustanovení § 2004 odst. 2 Občanského zákoníku se nepoužije.</w:t>
      </w:r>
    </w:p>
    <w:p w14:paraId="293BB392" w14:textId="581F2433" w:rsidR="00405F42" w:rsidRPr="00405F42" w:rsidRDefault="009E212E" w:rsidP="009E212E">
      <w:pPr>
        <w:spacing w:after="120" w:line="264" w:lineRule="auto"/>
        <w:ind w:left="142"/>
        <w:jc w:val="both"/>
        <w:rPr>
          <w:sz w:val="18"/>
          <w:szCs w:val="18"/>
        </w:rPr>
      </w:pPr>
      <w:r>
        <w:rPr>
          <w:sz w:val="18"/>
          <w:szCs w:val="18"/>
        </w:rPr>
        <w:t>4.13</w:t>
      </w:r>
      <w:r>
        <w:rPr>
          <w:sz w:val="18"/>
          <w:szCs w:val="18"/>
        </w:rPr>
        <w:tab/>
      </w:r>
      <w:r w:rsidR="00405F42" w:rsidRPr="00405F42">
        <w:rPr>
          <w:sz w:val="18"/>
          <w:szCs w:val="18"/>
        </w:rPr>
        <w:t>Požadavek na Poddodavatele</w:t>
      </w:r>
    </w:p>
    <w:p w14:paraId="7264A40E" w14:textId="34E55BFD" w:rsidR="00405F42" w:rsidRPr="00405F42" w:rsidRDefault="009E212E" w:rsidP="009E212E">
      <w:pPr>
        <w:pStyle w:val="Text1-2"/>
        <w:numPr>
          <w:ilvl w:val="0"/>
          <w:numId w:val="0"/>
        </w:numPr>
        <w:ind w:left="1531" w:hanging="794"/>
      </w:pPr>
      <w:r>
        <w:t>4.13.1</w:t>
      </w:r>
      <w:r>
        <w:tab/>
      </w:r>
      <w:r w:rsidR="00405F42" w:rsidRPr="00405F42">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9E212E">
      <w:pPr>
        <w:pStyle w:val="Text1-2"/>
      </w:pPr>
      <w:r w:rsidRPr="00405F42">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344E9232" w:rsidR="00405F42" w:rsidRPr="00405F42" w:rsidRDefault="009E212E" w:rsidP="009E212E">
      <w:pPr>
        <w:pStyle w:val="Text1-2"/>
        <w:numPr>
          <w:ilvl w:val="0"/>
          <w:numId w:val="0"/>
        </w:numPr>
        <w:ind w:left="1560" w:hanging="851"/>
      </w:pPr>
      <w:r>
        <w:t>4.13.3</w:t>
      </w:r>
      <w:r>
        <w:tab/>
      </w:r>
      <w:r w:rsidR="00405F42" w:rsidRPr="00405F42">
        <w:t>Objednatel může požadovat nahrazení Poddodavatele, který přestal splňovat podmínky dle odst. 4.13.1 této Smlouvy.</w:t>
      </w:r>
    </w:p>
    <w:p w14:paraId="016B1C4C" w14:textId="37E92075" w:rsidR="00405F42" w:rsidRPr="00405F42" w:rsidRDefault="009E212E" w:rsidP="009E212E">
      <w:pPr>
        <w:pStyle w:val="Text1-2"/>
        <w:numPr>
          <w:ilvl w:val="0"/>
          <w:numId w:val="0"/>
        </w:numPr>
        <w:ind w:left="1560" w:hanging="851"/>
      </w:pPr>
      <w:r>
        <w:t>4.13.4</w:t>
      </w:r>
      <w:r>
        <w:tab/>
      </w:r>
      <w:proofErr w:type="gramStart"/>
      <w:r w:rsidR="00405F42" w:rsidRPr="00405F42">
        <w:t>Ukáží</w:t>
      </w:r>
      <w:proofErr w:type="gramEnd"/>
      <w:r w:rsidR="00405F42" w:rsidRPr="00405F42">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214CD8">
      <w:pPr>
        <w:pStyle w:val="Text1-1"/>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20F68893" w:rsidR="00BE5FD5" w:rsidRPr="007A4505" w:rsidRDefault="00214CD8" w:rsidP="00214CD8">
      <w:pPr>
        <w:pStyle w:val="Text1-2"/>
        <w:numPr>
          <w:ilvl w:val="0"/>
          <w:numId w:val="0"/>
        </w:numPr>
        <w:ind w:left="1418" w:hanging="681"/>
      </w:pPr>
      <w:r>
        <w:t>5.7.1</w:t>
      </w:r>
      <w:r>
        <w:tab/>
      </w:r>
      <w:r w:rsidR="00BE5FD5" w:rsidRPr="007A4505">
        <w:t>Zhotovitel nesmí bez předchozího</w:t>
      </w:r>
      <w:r w:rsidR="00BE5FD5" w:rsidRPr="007A4505">
        <w:rPr>
          <w:rFonts w:asciiTheme="minorHAnsi" w:hAnsiTheme="minorHAnsi"/>
        </w:rPr>
        <w:t xml:space="preserve"> </w:t>
      </w:r>
      <w:r w:rsidR="00BE5FD5"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590D88FF" w:rsidR="00BE5FD5" w:rsidRPr="007A4505" w:rsidRDefault="00214CD8" w:rsidP="00214CD8">
      <w:pPr>
        <w:pStyle w:val="Text1-2"/>
        <w:numPr>
          <w:ilvl w:val="0"/>
          <w:numId w:val="0"/>
        </w:numPr>
        <w:ind w:left="1418" w:hanging="709"/>
      </w:pPr>
      <w:r>
        <w:t>5.7.2</w:t>
      </w:r>
      <w:r>
        <w:tab/>
      </w:r>
      <w:r w:rsidR="00BE5FD5"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00BE5FD5" w:rsidRPr="007A4505">
        <w:t xml:space="preserve">řízení. Marné uplynutí této lhůty je důvodem pro rozhodnutí </w:t>
      </w:r>
      <w:r w:rsidR="009552C7">
        <w:t>Objednatele</w:t>
      </w:r>
      <w:r w:rsidR="009552C7" w:rsidRPr="007A4505">
        <w:t xml:space="preserve"> </w:t>
      </w:r>
      <w:r w:rsidR="00BE5FD5" w:rsidRPr="007A4505">
        <w:t xml:space="preserve">o přerušení prací dle odst. </w:t>
      </w:r>
      <w:r w:rsidR="009552C7">
        <w:t>3.8</w:t>
      </w:r>
      <w:r w:rsidR="00BE5FD5"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56190904" w:rsidR="007D26F9" w:rsidRDefault="007D26F9" w:rsidP="00342DC7">
      <w:pPr>
        <w:pStyle w:val="Textbezslovn"/>
      </w:pPr>
      <w:r w:rsidRPr="00A349C6">
        <w:rPr>
          <w:b/>
        </w:rPr>
        <w:t>Příloha č. 1:</w:t>
      </w:r>
      <w:r w:rsidR="008F7242">
        <w:t xml:space="preserve"> </w:t>
      </w:r>
      <w:r w:rsidR="008F7242">
        <w:tab/>
      </w:r>
      <w:r>
        <w:t xml:space="preserve">Obchodní podmínky – </w:t>
      </w:r>
      <w:r w:rsidR="003E4257" w:rsidRPr="003E4257">
        <w:t>OP/</w:t>
      </w:r>
      <w:r w:rsidR="00C31BB3">
        <w:t>D</w:t>
      </w:r>
      <w:r w:rsidR="003E4257" w:rsidRPr="003E4257">
        <w:t>+</w:t>
      </w:r>
      <w:r w:rsidR="009B0264">
        <w:t>B</w:t>
      </w:r>
      <w:r w:rsidR="003E4257" w:rsidRPr="003E4257">
        <w:t>/</w:t>
      </w:r>
      <w:r w:rsidR="009B0264">
        <w:t>30</w:t>
      </w:r>
      <w:r w:rsidR="003E4257" w:rsidRPr="003E4257">
        <w:t>/25</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B491536" w:rsidR="007D26F9" w:rsidRPr="002B05CD" w:rsidRDefault="00F43D42" w:rsidP="00F43D42">
      <w:pPr>
        <w:pStyle w:val="Textbezslovn"/>
        <w:ind w:left="2127"/>
      </w:pPr>
      <w:r>
        <w:t xml:space="preserve">b) </w:t>
      </w:r>
      <w:r w:rsidR="007D26F9" w:rsidRPr="002B05CD">
        <w:t xml:space="preserve">Všeobecné technické podmínky – </w:t>
      </w:r>
      <w:r w:rsidR="00737C7A" w:rsidRPr="002B05CD">
        <w:t xml:space="preserve">1. </w:t>
      </w:r>
      <w:r w:rsidR="003E4257" w:rsidRPr="002B05CD">
        <w:t>VTP/DOKUMENTACE/0</w:t>
      </w:r>
      <w:r w:rsidR="002B05CD" w:rsidRPr="002B05CD">
        <w:t>8</w:t>
      </w:r>
      <w:r w:rsidR="003E4257" w:rsidRPr="002B05CD">
        <w:t>/2</w:t>
      </w:r>
      <w:r w:rsidR="002B05CD" w:rsidRPr="002B05CD">
        <w:t>5</w:t>
      </w:r>
    </w:p>
    <w:p w14:paraId="46F86DAF" w14:textId="62757085" w:rsidR="00737C7A" w:rsidRDefault="00737C7A" w:rsidP="00F43D42">
      <w:pPr>
        <w:pStyle w:val="Textbezslovn"/>
        <w:ind w:left="2127"/>
      </w:pPr>
      <w:r w:rsidRPr="002B05CD">
        <w:tab/>
      </w:r>
      <w:r w:rsidRPr="002B05CD">
        <w:tab/>
      </w:r>
      <w:r w:rsidRPr="002B05CD">
        <w:tab/>
      </w:r>
      <w:r w:rsidRPr="002B05CD">
        <w:tab/>
        <w:t xml:space="preserve">        2. </w:t>
      </w:r>
      <w:r w:rsidR="003E4257" w:rsidRPr="002B05CD">
        <w:t>VTP/R/18/25</w:t>
      </w:r>
      <w:r>
        <w:tab/>
      </w:r>
    </w:p>
    <w:p w14:paraId="53360C92" w14:textId="14382182" w:rsidR="007D26F9" w:rsidRDefault="00F43D42" w:rsidP="00781996">
      <w:pPr>
        <w:pStyle w:val="Textbezslovn"/>
        <w:ind w:left="2410" w:hanging="283"/>
      </w:pPr>
      <w:r>
        <w:t xml:space="preserve">c) </w:t>
      </w:r>
      <w:r w:rsidR="007D26F9">
        <w:t xml:space="preserve">Zvláštní technické </w:t>
      </w:r>
      <w:r w:rsidR="007D26F9" w:rsidRPr="00D02187">
        <w:t xml:space="preserve">podmínky </w:t>
      </w:r>
      <w:r w:rsidR="003E4257" w:rsidRPr="00D02187">
        <w:t>„</w:t>
      </w:r>
      <w:r w:rsidR="00FA103C">
        <w:t xml:space="preserve">Zvýšení spolehlivosti sítě GSM-R v úseku Lipník n. B. – </w:t>
      </w:r>
      <w:proofErr w:type="spellStart"/>
      <w:r w:rsidR="00FA103C">
        <w:t>Drahotuše</w:t>
      </w:r>
      <w:proofErr w:type="spellEnd"/>
      <w:r w:rsidR="00FA103C">
        <w:t xml:space="preserve"> pro výhradní provoz ETCS BKN </w:t>
      </w:r>
      <w:r w:rsidR="003E4257" w:rsidRPr="00D02187">
        <w:t>“ ze dne</w:t>
      </w:r>
      <w:r w:rsidR="00781996" w:rsidRPr="00D02187">
        <w:t xml:space="preserve"> </w:t>
      </w:r>
      <w:r w:rsidR="00A35D6D">
        <w:t>18</w:t>
      </w:r>
      <w:r w:rsidR="00A35D6D" w:rsidRPr="00A35D6D">
        <w:t>.12.</w:t>
      </w:r>
      <w:r w:rsidR="0081324C" w:rsidRPr="00A35D6D">
        <w:t>2025</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0555EB3"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7F7512C4" w14:textId="77777777" w:rsidR="00841336" w:rsidRDefault="00841336" w:rsidP="00342DC7">
      <w:pPr>
        <w:pStyle w:val="Textbezodsazen"/>
        <w:rPr>
          <w:rStyle w:val="Tun"/>
        </w:rPr>
      </w:pPr>
    </w:p>
    <w:p w14:paraId="26D7E566" w14:textId="2921598C"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C72F409" w14:textId="2123A049"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5B71AED4" w14:textId="4745D3E8"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328F9408" w14:textId="5A206530" w:rsidR="00CB4F6D" w:rsidRDefault="00342DC7" w:rsidP="00500D22">
      <w:pPr>
        <w:pStyle w:val="Textbezodsazen"/>
        <w:spacing w:after="0"/>
      </w:pPr>
      <w:r w:rsidRPr="000A1915">
        <w:t>Správa</w:t>
      </w:r>
      <w:r w:rsidR="003149C0" w:rsidRPr="000A1915">
        <w:t xml:space="preserve"> železnic</w:t>
      </w:r>
      <w:r w:rsidRPr="000A1915">
        <w:t xml:space="preserve">, státní </w:t>
      </w:r>
      <w:r>
        <w:t>organizace</w:t>
      </w:r>
      <w:r w:rsidR="00CB4F6D">
        <w:br w:type="page"/>
      </w:r>
    </w:p>
    <w:p w14:paraId="492ECC53" w14:textId="77777777" w:rsidR="00CB4F6D" w:rsidRDefault="00CB4F6D" w:rsidP="009F0867">
      <w:pPr>
        <w:pStyle w:val="Textbezodsazen"/>
        <w:sectPr w:rsidR="00CB4F6D" w:rsidSect="00F203E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35559C7" w:rsidR="00CB4F6D" w:rsidRPr="00CB4F6D" w:rsidRDefault="003E4257" w:rsidP="00CB4F6D">
      <w:pPr>
        <w:pStyle w:val="Textbezodsazen"/>
      </w:pPr>
      <w:r w:rsidRPr="003E4257">
        <w:t>OP</w:t>
      </w:r>
      <w:r w:rsidR="00150E4D">
        <w:t>/</w:t>
      </w:r>
      <w:r w:rsidR="000663FC">
        <w:t>D</w:t>
      </w:r>
      <w:r w:rsidRPr="003E4257">
        <w:t>+</w:t>
      </w:r>
      <w:r w:rsidR="000663FC">
        <w:t>B</w:t>
      </w:r>
      <w:r w:rsidRPr="003E4257">
        <w:t>/</w:t>
      </w:r>
      <w:r w:rsidR="000663FC">
        <w:t>30</w:t>
      </w:r>
      <w:r w:rsidRPr="003E4257">
        <w:t>/25</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t>Příloha č. 2</w:t>
      </w:r>
    </w:p>
    <w:p w14:paraId="06E3C4AD" w14:textId="77777777" w:rsidR="00342DC7" w:rsidRDefault="00342DC7" w:rsidP="001F518E">
      <w:pPr>
        <w:pStyle w:val="Nadpisbezsl1-2"/>
      </w:pPr>
      <w:r w:rsidRPr="001F518E">
        <w:t xml:space="preserve">Technické podmínky: </w:t>
      </w:r>
    </w:p>
    <w:p w14:paraId="086CD875" w14:textId="77777777" w:rsidR="0012031C" w:rsidRPr="0012031C" w:rsidRDefault="0012031C" w:rsidP="0012031C">
      <w:pPr>
        <w:pStyle w:val="Text2-1"/>
        <w:numPr>
          <w:ilvl w:val="0"/>
          <w:numId w:val="0"/>
        </w:numPr>
        <w:ind w:left="737"/>
      </w:pPr>
    </w:p>
    <w:p w14:paraId="6AFCD751" w14:textId="315590E7" w:rsidR="00342DC7" w:rsidRPr="00AE4B52" w:rsidRDefault="00342DC7" w:rsidP="00174312">
      <w:pPr>
        <w:pStyle w:val="Odstavec1-1a"/>
        <w:numPr>
          <w:ilvl w:val="0"/>
          <w:numId w:val="8"/>
        </w:numPr>
        <w:tabs>
          <w:tab w:val="clear" w:pos="1077"/>
          <w:tab w:val="num" w:pos="709"/>
        </w:tabs>
        <w:ind w:hanging="651"/>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5128CCD7" w:rsidR="00342DC7" w:rsidRDefault="00174312" w:rsidP="00174312">
      <w:pPr>
        <w:pStyle w:val="Textbezslovn"/>
        <w:tabs>
          <w:tab w:val="num" w:pos="1077"/>
        </w:tabs>
        <w:ind w:hanging="340"/>
      </w:pPr>
      <w:r>
        <w:tab/>
      </w:r>
      <w:r w:rsidR="00342DC7">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1CBF0704" w:rsidR="00342DC7" w:rsidRDefault="00174312" w:rsidP="00174312">
      <w:pPr>
        <w:pStyle w:val="Textbezslovn"/>
        <w:tabs>
          <w:tab w:val="num" w:pos="1077"/>
        </w:tabs>
        <w:ind w:hanging="340"/>
      </w:pPr>
      <w:r>
        <w:tab/>
      </w:r>
      <w:r w:rsidR="00342DC7">
        <w:t>Smluvní strany podpisem této Smlouvy stvrzují, že jsou</w:t>
      </w:r>
      <w:r w:rsidR="00A349C6">
        <w:t xml:space="preserve"> s </w:t>
      </w:r>
      <w:r w:rsidR="00342DC7">
        <w:t>obsahem TKP plně seznámeny</w:t>
      </w:r>
      <w:r w:rsidR="00A349C6">
        <w:t xml:space="preserve"> a </w:t>
      </w:r>
      <w:r w:rsidR="00342DC7">
        <w:t>že</w:t>
      </w:r>
      <w:r w:rsidR="00A349C6">
        <w:t xml:space="preserve"> v </w:t>
      </w:r>
      <w:r w:rsidR="00342DC7">
        <w:t>souladu</w:t>
      </w:r>
      <w:r w:rsidR="00A349C6">
        <w:t xml:space="preserve"> s </w:t>
      </w:r>
      <w:proofErr w:type="spellStart"/>
      <w:r w:rsidR="00342DC7">
        <w:t>ust</w:t>
      </w:r>
      <w:proofErr w:type="spellEnd"/>
      <w:r w:rsidR="00342DC7">
        <w:t>. § 1751 občanského zákoníku TKP tvoří část obsahu Smlouvy. TKP jsou pro Zhotovitele závazné</w:t>
      </w:r>
      <w:r w:rsidR="00A349C6">
        <w:t xml:space="preserve"> s </w:t>
      </w:r>
      <w:r w:rsidR="00342DC7">
        <w:t>aplikací platných předpisů uvedených</w:t>
      </w:r>
      <w:r w:rsidR="00A349C6">
        <w:t xml:space="preserve"> v </w:t>
      </w:r>
      <w:r w:rsidR="00342DC7">
        <w:t>příslušné kapitole TKP.</w:t>
      </w:r>
    </w:p>
    <w:p w14:paraId="64C23792" w14:textId="77777777" w:rsidR="00174312" w:rsidRDefault="00174312" w:rsidP="00174312">
      <w:pPr>
        <w:pStyle w:val="Odstavec1-1a"/>
        <w:numPr>
          <w:ilvl w:val="0"/>
          <w:numId w:val="0"/>
        </w:numPr>
        <w:tabs>
          <w:tab w:val="num" w:pos="1077"/>
        </w:tabs>
        <w:ind w:left="1077" w:hanging="340"/>
        <w:rPr>
          <w:rStyle w:val="Tun"/>
          <w:b w:val="0"/>
        </w:rPr>
      </w:pPr>
    </w:p>
    <w:p w14:paraId="13D968E4" w14:textId="47F8E299" w:rsidR="00737C7A" w:rsidRPr="003E4257" w:rsidRDefault="00737C7A" w:rsidP="00174312">
      <w:pPr>
        <w:pStyle w:val="Odstavec1-1a"/>
        <w:numPr>
          <w:ilvl w:val="0"/>
          <w:numId w:val="0"/>
        </w:numPr>
        <w:tabs>
          <w:tab w:val="num" w:pos="1077"/>
        </w:tabs>
        <w:ind w:left="1077" w:hanging="651"/>
        <w:rPr>
          <w:rStyle w:val="Tun"/>
        </w:rPr>
      </w:pPr>
      <w:r w:rsidRPr="003E4257">
        <w:rPr>
          <w:rStyle w:val="Tun"/>
          <w:b w:val="0"/>
        </w:rPr>
        <w:t>b)</w:t>
      </w:r>
      <w:r w:rsidRPr="003E4257">
        <w:rPr>
          <w:rStyle w:val="Tun"/>
        </w:rPr>
        <w:t xml:space="preserve"> </w:t>
      </w:r>
      <w:r w:rsidR="00342DC7" w:rsidRPr="003E4257">
        <w:rPr>
          <w:rStyle w:val="Tun"/>
        </w:rPr>
        <w:t>Všeobecné technické podmínky</w:t>
      </w:r>
      <w:r w:rsidRPr="003E4257">
        <w:rPr>
          <w:rStyle w:val="Tun"/>
        </w:rPr>
        <w:t xml:space="preserve">: </w:t>
      </w:r>
      <w:r w:rsidR="00B90755" w:rsidRPr="003E4257">
        <w:rPr>
          <w:rStyle w:val="Tun"/>
        </w:rPr>
        <w:tab/>
      </w:r>
      <w:r w:rsidRPr="002B05CD">
        <w:rPr>
          <w:rStyle w:val="Tun"/>
        </w:rPr>
        <w:t>1.</w:t>
      </w:r>
      <w:r w:rsidR="00342DC7" w:rsidRPr="002B05CD">
        <w:rPr>
          <w:rStyle w:val="Tun"/>
        </w:rPr>
        <w:t xml:space="preserve"> "</w:t>
      </w:r>
      <w:r w:rsidR="003E4257" w:rsidRPr="002B05CD">
        <w:rPr>
          <w:rStyle w:val="Tun"/>
        </w:rPr>
        <w:t>VTP/DOKUMENTACE/0</w:t>
      </w:r>
      <w:r w:rsidR="002B05CD" w:rsidRPr="002B05CD">
        <w:rPr>
          <w:rStyle w:val="Tun"/>
        </w:rPr>
        <w:t>8</w:t>
      </w:r>
      <w:r w:rsidR="003E4257" w:rsidRPr="002B05CD">
        <w:rPr>
          <w:rStyle w:val="Tun"/>
        </w:rPr>
        <w:t>/2</w:t>
      </w:r>
      <w:r w:rsidR="002B05CD" w:rsidRPr="002B05CD">
        <w:rPr>
          <w:rStyle w:val="Tun"/>
        </w:rPr>
        <w:t>5</w:t>
      </w:r>
      <w:r w:rsidR="00342DC7" w:rsidRPr="002B05CD">
        <w:rPr>
          <w:rStyle w:val="Tun"/>
        </w:rPr>
        <w:t>"</w:t>
      </w:r>
      <w:r w:rsidR="00342DC7" w:rsidRPr="003E4257">
        <w:rPr>
          <w:rStyle w:val="Tun"/>
        </w:rPr>
        <w:t xml:space="preserve"> </w:t>
      </w:r>
    </w:p>
    <w:p w14:paraId="69A8BE8E" w14:textId="0CDD3960" w:rsidR="00737C7A" w:rsidRDefault="00737C7A" w:rsidP="00174312">
      <w:pPr>
        <w:pStyle w:val="Odstavec1-1a"/>
        <w:numPr>
          <w:ilvl w:val="0"/>
          <w:numId w:val="0"/>
        </w:numPr>
        <w:tabs>
          <w:tab w:val="num" w:pos="1077"/>
        </w:tabs>
        <w:ind w:left="1077" w:hanging="340"/>
        <w:rPr>
          <w:rStyle w:val="Tun"/>
        </w:rPr>
      </w:pPr>
      <w:r w:rsidRPr="003E4257">
        <w:rPr>
          <w:rStyle w:val="Tun"/>
        </w:rPr>
        <w:tab/>
      </w:r>
      <w:r w:rsidRPr="003E4257">
        <w:rPr>
          <w:rStyle w:val="Tun"/>
        </w:rPr>
        <w:tab/>
      </w:r>
      <w:r w:rsidRPr="003E4257">
        <w:rPr>
          <w:rStyle w:val="Tun"/>
        </w:rPr>
        <w:tab/>
        <w:t xml:space="preserve">            </w:t>
      </w:r>
      <w:r w:rsidR="00B90755" w:rsidRPr="003E4257">
        <w:rPr>
          <w:rStyle w:val="Tun"/>
        </w:rPr>
        <w:tab/>
      </w:r>
      <w:r w:rsidR="00B90755" w:rsidRPr="003E4257">
        <w:rPr>
          <w:rStyle w:val="Tun"/>
        </w:rPr>
        <w:tab/>
      </w:r>
      <w:r w:rsidRPr="003E4257">
        <w:rPr>
          <w:rStyle w:val="Tun"/>
        </w:rPr>
        <w:t>2. "</w:t>
      </w:r>
      <w:r w:rsidR="003E4257" w:rsidRPr="003E4257">
        <w:t xml:space="preserve"> </w:t>
      </w:r>
      <w:r w:rsidR="003E4257" w:rsidRPr="003E4257">
        <w:rPr>
          <w:rStyle w:val="Tun"/>
        </w:rPr>
        <w:t>VTP/R/18/25</w:t>
      </w:r>
      <w:r w:rsidRPr="003E4257">
        <w:rPr>
          <w:rStyle w:val="Tun"/>
        </w:rPr>
        <w:t>"</w:t>
      </w:r>
      <w:r w:rsidRPr="003E4257">
        <w:rPr>
          <w:rStyle w:val="Tun"/>
        </w:rPr>
        <w:tab/>
      </w:r>
    </w:p>
    <w:p w14:paraId="362F0996" w14:textId="77777777" w:rsidR="00174312" w:rsidRPr="003E4257" w:rsidRDefault="00174312" w:rsidP="00174312">
      <w:pPr>
        <w:pStyle w:val="Odstavec1-1a"/>
        <w:numPr>
          <w:ilvl w:val="0"/>
          <w:numId w:val="0"/>
        </w:numPr>
        <w:tabs>
          <w:tab w:val="num" w:pos="1077"/>
        </w:tabs>
        <w:ind w:left="1077" w:hanging="340"/>
        <w:rPr>
          <w:rStyle w:val="Tun"/>
        </w:rPr>
      </w:pPr>
    </w:p>
    <w:p w14:paraId="1D678B7A" w14:textId="1F14D25F" w:rsidR="00255660" w:rsidRDefault="00737C7A" w:rsidP="00174312">
      <w:pPr>
        <w:pStyle w:val="Textbezslovn"/>
        <w:tabs>
          <w:tab w:val="num" w:pos="1077"/>
        </w:tabs>
        <w:ind w:left="709" w:hanging="340"/>
      </w:pPr>
      <w:r w:rsidRPr="00D02187">
        <w:rPr>
          <w:rStyle w:val="Tun"/>
          <w:b w:val="0"/>
        </w:rPr>
        <w:t>c)</w:t>
      </w:r>
      <w:r w:rsidRPr="00D02187">
        <w:rPr>
          <w:rStyle w:val="Tun"/>
        </w:rPr>
        <w:t xml:space="preserve">  </w:t>
      </w:r>
      <w:r w:rsidR="00342DC7" w:rsidRPr="00D02187">
        <w:rPr>
          <w:rStyle w:val="Tun"/>
        </w:rPr>
        <w:t xml:space="preserve">Zvláštní technické podmínky </w:t>
      </w:r>
      <w:r w:rsidR="00255660" w:rsidRPr="00D02187">
        <w:t>„</w:t>
      </w:r>
      <w:r w:rsidR="00FA103C">
        <w:t xml:space="preserve">Zvýšení spolehlivosti sítě GSM-R v úseku Lipník n. B. – </w:t>
      </w:r>
      <w:proofErr w:type="spellStart"/>
      <w:r w:rsidR="00FA103C">
        <w:t>Drahotuše</w:t>
      </w:r>
      <w:proofErr w:type="spellEnd"/>
      <w:r w:rsidR="00FA103C">
        <w:t xml:space="preserve"> pro výhradní provoz ETCS BKN</w:t>
      </w:r>
      <w:proofErr w:type="gramStart"/>
      <w:r w:rsidR="00FA103C">
        <w:t xml:space="preserve">“ </w:t>
      </w:r>
      <w:r w:rsidR="00255660" w:rsidRPr="00D02187">
        <w:t xml:space="preserve"> ze</w:t>
      </w:r>
      <w:proofErr w:type="gramEnd"/>
      <w:r w:rsidR="00255660" w:rsidRPr="00D02187">
        <w:t xml:space="preserve"> dne</w:t>
      </w:r>
      <w:r w:rsidR="00A35D6D">
        <w:t xml:space="preserve"> 18.12.</w:t>
      </w:r>
      <w:r w:rsidR="00781996" w:rsidRPr="00D02187">
        <w:t>2025</w:t>
      </w:r>
    </w:p>
    <w:p w14:paraId="510E5AB8" w14:textId="285E8BCE" w:rsidR="00342DC7" w:rsidRDefault="00342DC7" w:rsidP="00255660">
      <w:pPr>
        <w:pStyle w:val="Odstavec1-1a"/>
        <w:numPr>
          <w:ilvl w:val="0"/>
          <w:numId w:val="0"/>
        </w:numPr>
        <w:ind w:left="1134" w:hanging="397"/>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t>Příloha č. 3</w:t>
      </w:r>
    </w:p>
    <w:p w14:paraId="46ED2339" w14:textId="77777777" w:rsidR="00AE4B52" w:rsidRPr="002B05CD" w:rsidRDefault="00AE4B52" w:rsidP="001F518E">
      <w:pPr>
        <w:pStyle w:val="Nadpisbezsl1-2"/>
      </w:pPr>
      <w:r w:rsidRPr="002B05CD">
        <w:t>Související dokumenty</w:t>
      </w:r>
    </w:p>
    <w:p w14:paraId="7F192E5C" w14:textId="1F1D70C3" w:rsidR="001F518E" w:rsidRPr="00A573DA" w:rsidRDefault="002D3591" w:rsidP="0012031C">
      <w:pPr>
        <w:pStyle w:val="Textbezslovn"/>
        <w:ind w:left="0"/>
        <w:rPr>
          <w:u w:val="single"/>
        </w:rPr>
      </w:pPr>
      <w:r w:rsidRPr="002B05CD">
        <w:t>„</w:t>
      </w:r>
      <w:r w:rsidR="00FA103C">
        <w:t xml:space="preserve">Zvýšení spolehlivosti sítě GSM-R v úseku Lipník n. B. – </w:t>
      </w:r>
      <w:proofErr w:type="spellStart"/>
      <w:r w:rsidR="00FA103C">
        <w:t>Drahotuše</w:t>
      </w:r>
      <w:proofErr w:type="spellEnd"/>
      <w:r w:rsidR="00FA103C">
        <w:t xml:space="preserve"> pro výhradní provoz ETCS BKN</w:t>
      </w:r>
      <w:r w:rsidR="0012031C" w:rsidRPr="002B05CD">
        <w:t>“</w:t>
      </w:r>
      <w:r w:rsidR="0077332B" w:rsidRPr="002B05CD">
        <w:t>, zpracovatel</w:t>
      </w:r>
      <w:r w:rsidR="00A35D6D">
        <w:t xml:space="preserve"> Správa železnic, státní organizace</w:t>
      </w:r>
      <w:r w:rsidR="00A35D6D" w:rsidRPr="00CC2B2E">
        <w:t xml:space="preserve">, </w:t>
      </w:r>
      <w:r w:rsidR="00A35D6D">
        <w:t>12</w:t>
      </w:r>
      <w:r w:rsidR="00A35D6D" w:rsidRPr="00CC2B2E">
        <w:t>/2025</w:t>
      </w:r>
      <w:r w:rsidR="00A35D6D">
        <w:t>.</w:t>
      </w:r>
      <w:r w:rsidR="0077332B" w:rsidRPr="002B05CD">
        <w:t xml:space="preserve"> </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009E7E3E"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w:t>
      </w:r>
      <w:r w:rsidR="003B16AA">
        <w:rPr>
          <w:sz w:val="18"/>
          <w:szCs w:val="18"/>
        </w:rPr>
        <w:t>4</w:t>
      </w:r>
      <w:r w:rsidRPr="006A698D">
        <w:rPr>
          <w:sz w:val="18"/>
          <w:szCs w:val="18"/>
        </w:rPr>
        <w:t xml:space="preserve"> Výzvy.</w:t>
      </w:r>
    </w:p>
    <w:p w14:paraId="36544A3D" w14:textId="2272971D" w:rsidR="00F17DB6" w:rsidRDefault="00F17DB6" w:rsidP="00F17DB6">
      <w:pPr>
        <w:pStyle w:val="Textbezodsazen"/>
      </w:pPr>
      <w:r>
        <w:t xml:space="preserve">Uvedená cena za výkon Dozoru projektanta zahrnuje veškeré náklady na výkon Dozoru projektanta po celou </w:t>
      </w:r>
      <w:r w:rsidRPr="002B05CD">
        <w:t xml:space="preserve">předpokládanou </w:t>
      </w:r>
      <w:r w:rsidRPr="00643080">
        <w:t xml:space="preserve">dobu realizace Stavby (předpoklad </w:t>
      </w:r>
      <w:r w:rsidR="005E4D07" w:rsidRPr="00643080">
        <w:t xml:space="preserve">9 </w:t>
      </w:r>
      <w:r w:rsidRPr="00643080">
        <w:t>měsíců) v celkovém počtu "[</w:t>
      </w:r>
      <w:r w:rsidRPr="00643080">
        <w:rPr>
          <w:highlight w:val="yellow"/>
        </w:rPr>
        <w:t>VLOŽÍ ZHOTOVITEL</w:t>
      </w:r>
      <w:r w:rsidRPr="00643080">
        <w:t xml:space="preserve">]" hodin. Uvedená cena za výkon Dozoru projektanta odpovídá </w:t>
      </w:r>
      <w:r>
        <w:t>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2B05CD">
        <w:rPr>
          <w:b/>
        </w:rPr>
        <w:t xml:space="preserve">Ceny </w:t>
      </w:r>
      <w:proofErr w:type="gramStart"/>
      <w:r w:rsidRPr="002B05CD">
        <w:rPr>
          <w:b/>
        </w:rPr>
        <w:t>Díla - Rekapitulace</w:t>
      </w:r>
      <w:proofErr w:type="gramEnd"/>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231D9692" w:rsidR="00B90755" w:rsidRPr="00D02187" w:rsidRDefault="006A698D" w:rsidP="00B90755">
      <w:pPr>
        <w:numPr>
          <w:ilvl w:val="0"/>
          <w:numId w:val="7"/>
        </w:numPr>
        <w:spacing w:after="80" w:line="264" w:lineRule="auto"/>
        <w:jc w:val="both"/>
        <w:rPr>
          <w:b/>
          <w:sz w:val="18"/>
          <w:szCs w:val="18"/>
        </w:rPr>
      </w:pPr>
      <w:r w:rsidRPr="00D02187">
        <w:rPr>
          <w:b/>
          <w:sz w:val="18"/>
          <w:szCs w:val="18"/>
        </w:rPr>
        <w:t xml:space="preserve">Smluvní cena za </w:t>
      </w:r>
      <w:r w:rsidR="003B3AFC" w:rsidRPr="00D02187">
        <w:rPr>
          <w:b/>
          <w:sz w:val="18"/>
          <w:szCs w:val="18"/>
        </w:rPr>
        <w:t>D</w:t>
      </w:r>
      <w:r w:rsidR="002B05CD" w:rsidRPr="00D02187">
        <w:rPr>
          <w:b/>
          <w:sz w:val="18"/>
          <w:szCs w:val="18"/>
        </w:rPr>
        <w:t>ozor projektanta při realizaci stavby</w:t>
      </w:r>
      <w:r w:rsidR="003B3AFC" w:rsidRPr="00D02187">
        <w:rPr>
          <w:b/>
          <w:sz w:val="18"/>
          <w:szCs w:val="18"/>
        </w:rPr>
        <w:t xml:space="preserve"> </w:t>
      </w:r>
      <w:r w:rsidRPr="00D02187">
        <w:rPr>
          <w:sz w:val="18"/>
          <w:szCs w:val="18"/>
        </w:rPr>
        <w:t xml:space="preserve">bez </w:t>
      </w:r>
      <w:proofErr w:type="gramStart"/>
      <w:r w:rsidRPr="00D02187">
        <w:rPr>
          <w:sz w:val="18"/>
          <w:szCs w:val="18"/>
        </w:rPr>
        <w:t>DPH</w:t>
      </w:r>
      <w:r w:rsidRPr="00D02187">
        <w:rPr>
          <w:b/>
          <w:sz w:val="18"/>
          <w:szCs w:val="18"/>
        </w:rPr>
        <w:t xml:space="preserve">  </w:t>
      </w:r>
      <w:r w:rsidRPr="00D02187">
        <w:rPr>
          <w:b/>
          <w:sz w:val="18"/>
          <w:szCs w:val="18"/>
          <w:highlight w:val="yellow"/>
        </w:rPr>
        <w:t>"</w:t>
      </w:r>
      <w:proofErr w:type="gramEnd"/>
      <w:r w:rsidRPr="00D02187">
        <w:rPr>
          <w:b/>
          <w:sz w:val="18"/>
          <w:szCs w:val="18"/>
          <w:highlight w:val="yellow"/>
        </w:rPr>
        <w:t>[VLOŽÍ ZHOTOVITEL]"</w:t>
      </w:r>
      <w:r w:rsidRPr="00D02187">
        <w:rPr>
          <w:b/>
          <w:sz w:val="18"/>
          <w:szCs w:val="18"/>
        </w:rPr>
        <w:t xml:space="preserve"> Kč</w:t>
      </w:r>
      <w:r w:rsidR="002B05CD" w:rsidRPr="00D02187">
        <w:rPr>
          <w:b/>
          <w:sz w:val="18"/>
          <w:szCs w:val="18"/>
        </w:rPr>
        <w:t xml:space="preserve">, tj. </w:t>
      </w:r>
      <w:r w:rsidR="002B05CD" w:rsidRPr="00D02187">
        <w:rPr>
          <w:b/>
          <w:sz w:val="18"/>
          <w:szCs w:val="18"/>
          <w:highlight w:val="yellow"/>
        </w:rPr>
        <w:t>"[VLOŽÍ ZHOTOVITEL]"</w:t>
      </w:r>
      <w:r w:rsidR="002B05CD" w:rsidRPr="00D02187">
        <w:rPr>
          <w:b/>
          <w:sz w:val="18"/>
          <w:szCs w:val="18"/>
        </w:rPr>
        <w:t xml:space="preserve"> Kč/hod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w:t>
      </w:r>
      <w:proofErr w:type="gramEnd"/>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headerReference w:type="even" r:id="rId38"/>
          <w:headerReference w:type="default" r:id="rId39"/>
          <w:footerReference w:type="even" r:id="rId40"/>
          <w:footerReference w:type="default" r:id="rId41"/>
          <w:headerReference w:type="first" r:id="rId42"/>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2031C" w:rsidRPr="00F95FBD" w14:paraId="4BAA6258" w14:textId="77777777" w:rsidTr="0012031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12031C" w:rsidRPr="00F95FBD" w:rsidRDefault="0012031C" w:rsidP="0012031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921116" w14:textId="5EE4EEDD" w:rsidR="0012031C" w:rsidRPr="00F95FBD" w:rsidRDefault="0012031C" w:rsidP="0012031C">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12031C" w:rsidRPr="00F95FBD" w14:paraId="6060E743"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12031C" w:rsidRPr="00F95FBD" w:rsidRDefault="0012031C" w:rsidP="0012031C">
            <w:pPr>
              <w:pStyle w:val="Tabulka"/>
            </w:pPr>
            <w:r w:rsidRPr="00F95FBD">
              <w:t>Adresa</w:t>
            </w:r>
          </w:p>
        </w:tc>
        <w:tc>
          <w:tcPr>
            <w:tcW w:w="5812" w:type="dxa"/>
          </w:tcPr>
          <w:p w14:paraId="0E725B60" w14:textId="0FAC7326"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2031C" w:rsidRPr="00F95FBD" w14:paraId="6EF7A241"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12031C" w:rsidRPr="00F95FBD" w:rsidRDefault="0012031C" w:rsidP="0012031C">
            <w:pPr>
              <w:pStyle w:val="Tabulka"/>
            </w:pPr>
            <w:r w:rsidRPr="00F95FBD">
              <w:t>E-mail</w:t>
            </w:r>
          </w:p>
        </w:tc>
        <w:tc>
          <w:tcPr>
            <w:tcW w:w="5812" w:type="dxa"/>
          </w:tcPr>
          <w:p w14:paraId="2355FD8F" w14:textId="65CA2AA1"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12031C" w:rsidRPr="00F95FBD" w14:paraId="12F71218" w14:textId="77777777" w:rsidTr="0012031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12031C" w:rsidRPr="00F95FBD" w:rsidRDefault="0012031C" w:rsidP="0012031C">
            <w:pPr>
              <w:pStyle w:val="Tabulka"/>
            </w:pPr>
            <w:r w:rsidRPr="00F95FBD">
              <w:t>Telefon</w:t>
            </w:r>
          </w:p>
        </w:tc>
        <w:tc>
          <w:tcPr>
            <w:tcW w:w="5812" w:type="dxa"/>
          </w:tcPr>
          <w:p w14:paraId="077EA933" w14:textId="17D25AAD" w:rsidR="0012031C" w:rsidRPr="001F518E" w:rsidRDefault="0012031C" w:rsidP="0012031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2799"/>
        <w:gridCol w:w="6069"/>
      </w:tblGrid>
      <w:tr w:rsidR="00060071" w:rsidRPr="00F95FBD" w14:paraId="6D727465" w14:textId="77777777" w:rsidTr="008101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120495A" w14:textId="77777777" w:rsidR="00060071" w:rsidRPr="00F95FBD" w:rsidRDefault="00060071" w:rsidP="0006007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0" w:type="dxa"/>
            <w:vAlign w:val="top"/>
          </w:tcPr>
          <w:p w14:paraId="64F69A64" w14:textId="46A467D6" w:rsidR="00060071" w:rsidRPr="001F518E" w:rsidRDefault="00060071" w:rsidP="0006007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21240">
              <w:t>Bc. Pavel Žejdl</w:t>
            </w:r>
          </w:p>
        </w:tc>
      </w:tr>
      <w:tr w:rsidR="00060071" w:rsidRPr="00F95FBD" w14:paraId="09280EBE"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5AE82D7E" w14:textId="77777777" w:rsidR="00060071" w:rsidRPr="00F95FBD" w:rsidRDefault="00060071" w:rsidP="00060071">
            <w:pPr>
              <w:pStyle w:val="Tabulka"/>
            </w:pPr>
            <w:r w:rsidRPr="00F95FBD">
              <w:t>Adresa</w:t>
            </w:r>
          </w:p>
        </w:tc>
        <w:tc>
          <w:tcPr>
            <w:tcW w:w="0" w:type="dxa"/>
            <w:vAlign w:val="top"/>
          </w:tcPr>
          <w:p w14:paraId="55F96092" w14:textId="7E625ADE"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Ke Štvanici 656/3, 186 00 Praha 8</w:t>
            </w:r>
          </w:p>
        </w:tc>
      </w:tr>
      <w:tr w:rsidR="00060071" w:rsidRPr="00F95FBD" w14:paraId="0FB129BA"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60CA5155" w14:textId="77777777" w:rsidR="00060071" w:rsidRPr="00F95FBD" w:rsidRDefault="00060071" w:rsidP="00060071">
            <w:pPr>
              <w:pStyle w:val="Tabulka"/>
            </w:pPr>
            <w:r w:rsidRPr="00F95FBD">
              <w:t>E-mail</w:t>
            </w:r>
          </w:p>
        </w:tc>
        <w:tc>
          <w:tcPr>
            <w:tcW w:w="0" w:type="dxa"/>
            <w:vAlign w:val="top"/>
          </w:tcPr>
          <w:p w14:paraId="59C14AAB" w14:textId="1765B0DB"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zejdl@spravazeleznic.cz</w:t>
            </w:r>
          </w:p>
        </w:tc>
      </w:tr>
      <w:tr w:rsidR="00060071" w:rsidRPr="00F95FBD" w14:paraId="338944FB" w14:textId="77777777" w:rsidTr="00810134">
        <w:tc>
          <w:tcPr>
            <w:cnfStyle w:val="001000000000" w:firstRow="0" w:lastRow="0" w:firstColumn="1" w:lastColumn="0" w:oddVBand="0" w:evenVBand="0" w:oddHBand="0" w:evenHBand="0" w:firstRowFirstColumn="0" w:firstRowLastColumn="0" w:lastRowFirstColumn="0" w:lastRowLastColumn="0"/>
            <w:tcW w:w="0" w:type="dxa"/>
          </w:tcPr>
          <w:p w14:paraId="1A9A9040" w14:textId="77777777" w:rsidR="00060071" w:rsidRPr="00F95FBD" w:rsidRDefault="00060071" w:rsidP="00060071">
            <w:pPr>
              <w:pStyle w:val="Tabulka"/>
            </w:pPr>
            <w:r w:rsidRPr="00F95FBD">
              <w:t>Telefon</w:t>
            </w:r>
          </w:p>
        </w:tc>
        <w:tc>
          <w:tcPr>
            <w:tcW w:w="0" w:type="dxa"/>
            <w:vAlign w:val="top"/>
          </w:tcPr>
          <w:p w14:paraId="14581212" w14:textId="22F58886" w:rsidR="00060071" w:rsidRPr="001F518E" w:rsidRDefault="00060071" w:rsidP="0006007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21240">
              <w:t>+420 607 040 074</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060071" w:rsidRPr="00F95FBD" w14:paraId="5A6EFFA1" w14:textId="77777777" w:rsidTr="00552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060071" w:rsidRPr="00F95FBD" w:rsidRDefault="00060071" w:rsidP="0006007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85407AD" w14:textId="2D19EE53" w:rsidR="00060071" w:rsidRPr="00643080" w:rsidRDefault="00060071" w:rsidP="00060071">
            <w:pPr>
              <w:pStyle w:val="Tabulka"/>
              <w:cnfStyle w:val="100000000000" w:firstRow="1" w:lastRow="0" w:firstColumn="0" w:lastColumn="0" w:oddVBand="0" w:evenVBand="0" w:oddHBand="0" w:evenHBand="0" w:firstRowFirstColumn="0" w:firstRowLastColumn="0" w:lastRowFirstColumn="0" w:lastRowLastColumn="0"/>
            </w:pPr>
            <w:r w:rsidRPr="00643080">
              <w:t>Ing. Jiří Krejčí</w:t>
            </w:r>
          </w:p>
        </w:tc>
      </w:tr>
      <w:tr w:rsidR="00060071" w:rsidRPr="00F95FBD" w14:paraId="1CF2213D"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060071" w:rsidRPr="00F95FBD" w:rsidRDefault="00060071" w:rsidP="00060071">
            <w:pPr>
              <w:pStyle w:val="Tabulka"/>
            </w:pPr>
            <w:r w:rsidRPr="00F95FBD">
              <w:t>Adresa</w:t>
            </w:r>
          </w:p>
        </w:tc>
        <w:tc>
          <w:tcPr>
            <w:tcW w:w="5812" w:type="dxa"/>
            <w:vAlign w:val="top"/>
          </w:tcPr>
          <w:p w14:paraId="009E39F9" w14:textId="61D9C881" w:rsidR="00060071" w:rsidRPr="00643080" w:rsidRDefault="00060071" w:rsidP="00060071">
            <w:pPr>
              <w:pStyle w:val="Tabulka"/>
              <w:cnfStyle w:val="000000000000" w:firstRow="0" w:lastRow="0" w:firstColumn="0" w:lastColumn="0" w:oddVBand="0" w:evenVBand="0" w:oddHBand="0" w:evenHBand="0" w:firstRowFirstColumn="0" w:firstRowLastColumn="0" w:lastRowFirstColumn="0" w:lastRowLastColumn="0"/>
            </w:pPr>
            <w:r w:rsidRPr="00643080">
              <w:t>Ke Štvanici 656/3, 186 00 Praha 8</w:t>
            </w:r>
          </w:p>
        </w:tc>
      </w:tr>
      <w:tr w:rsidR="00060071" w:rsidRPr="00F95FBD" w14:paraId="783B48B6"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060071" w:rsidRPr="00F95FBD" w:rsidRDefault="00060071" w:rsidP="00060071">
            <w:pPr>
              <w:pStyle w:val="Tabulka"/>
            </w:pPr>
            <w:r w:rsidRPr="00F95FBD">
              <w:t>E-mail</w:t>
            </w:r>
          </w:p>
        </w:tc>
        <w:tc>
          <w:tcPr>
            <w:tcW w:w="5812" w:type="dxa"/>
            <w:vAlign w:val="top"/>
          </w:tcPr>
          <w:p w14:paraId="3DCF86F8" w14:textId="31D03B35" w:rsidR="00060071" w:rsidRPr="00643080" w:rsidRDefault="00060071" w:rsidP="00060071">
            <w:pPr>
              <w:pStyle w:val="Tabulka"/>
              <w:cnfStyle w:val="000000000000" w:firstRow="0" w:lastRow="0" w:firstColumn="0" w:lastColumn="0" w:oddVBand="0" w:evenVBand="0" w:oddHBand="0" w:evenHBand="0" w:firstRowFirstColumn="0" w:firstRowLastColumn="0" w:lastRowFirstColumn="0" w:lastRowLastColumn="0"/>
            </w:pPr>
            <w:r w:rsidRPr="00643080">
              <w:t>krejci</w:t>
            </w:r>
            <w:r w:rsidR="007F5C0B" w:rsidRPr="00643080">
              <w:t>ji</w:t>
            </w:r>
            <w:r w:rsidRPr="00643080">
              <w:t>@spravazeleznic.cz</w:t>
            </w:r>
          </w:p>
        </w:tc>
      </w:tr>
      <w:tr w:rsidR="00060071" w:rsidRPr="00F95FBD" w14:paraId="6CF8AC61" w14:textId="77777777" w:rsidTr="00552262">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060071" w:rsidRPr="00F95FBD" w:rsidRDefault="00060071" w:rsidP="00060071">
            <w:pPr>
              <w:pStyle w:val="Tabulka"/>
            </w:pPr>
            <w:r w:rsidRPr="00F95FBD">
              <w:t>Telefon</w:t>
            </w:r>
          </w:p>
        </w:tc>
        <w:tc>
          <w:tcPr>
            <w:tcW w:w="5812" w:type="dxa"/>
            <w:vAlign w:val="top"/>
          </w:tcPr>
          <w:p w14:paraId="210DAB1A" w14:textId="23DB83C2" w:rsidR="00060071" w:rsidRPr="00643080" w:rsidRDefault="00060071" w:rsidP="00060071">
            <w:pPr>
              <w:pStyle w:val="Tabulka"/>
              <w:cnfStyle w:val="000000000000" w:firstRow="0" w:lastRow="0" w:firstColumn="0" w:lastColumn="0" w:oddVBand="0" w:evenVBand="0" w:oddHBand="0" w:evenHBand="0" w:firstRowFirstColumn="0" w:firstRowLastColumn="0" w:lastRowFirstColumn="0" w:lastRowLastColumn="0"/>
            </w:pPr>
            <w:r w:rsidRPr="00643080">
              <w:t xml:space="preserve">+420 </w:t>
            </w:r>
            <w:r w:rsidR="007F5C0B" w:rsidRPr="00643080">
              <w:t>601</w:t>
            </w:r>
            <w:r w:rsidRPr="00643080">
              <w:t xml:space="preserve"> </w:t>
            </w:r>
            <w:r w:rsidR="007F5C0B" w:rsidRPr="00643080">
              <w:t>069</w:t>
            </w:r>
            <w:r w:rsidRPr="00643080">
              <w:t xml:space="preserve"> </w:t>
            </w:r>
            <w:r w:rsidR="007F5C0B" w:rsidRPr="00643080">
              <w:t>2</w:t>
            </w:r>
            <w:r w:rsidRPr="00643080">
              <w:t>07</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F67067" w:rsidRPr="00F95FBD" w14:paraId="6A40ADD6" w14:textId="77777777" w:rsidTr="006660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F67067" w:rsidRPr="00F95FBD" w:rsidRDefault="00F67067" w:rsidP="00F670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405F9F" w14:textId="309312FB" w:rsidR="00F67067" w:rsidRPr="00E1441D" w:rsidRDefault="00F67067" w:rsidP="00F67067">
            <w:pPr>
              <w:pStyle w:val="Tabulka"/>
              <w:cnfStyle w:val="100000000000" w:firstRow="1" w:lastRow="0" w:firstColumn="0" w:lastColumn="0" w:oddVBand="0" w:evenVBand="0" w:oddHBand="0" w:evenHBand="0" w:firstRowFirstColumn="0" w:firstRowLastColumn="0" w:lastRowFirstColumn="0" w:lastRowLastColumn="0"/>
            </w:pPr>
            <w:r w:rsidRPr="00535C9C">
              <w:t>Nikolas Nitran</w:t>
            </w:r>
          </w:p>
        </w:tc>
      </w:tr>
      <w:tr w:rsidR="00F67067" w:rsidRPr="00F95FBD" w14:paraId="1E1C9FC6"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F67067" w:rsidRPr="00F95FBD" w:rsidRDefault="00F67067" w:rsidP="00F67067">
            <w:pPr>
              <w:pStyle w:val="Tabulka"/>
            </w:pPr>
            <w:r w:rsidRPr="00F95FBD">
              <w:t>Adresa</w:t>
            </w:r>
          </w:p>
        </w:tc>
        <w:tc>
          <w:tcPr>
            <w:tcW w:w="5812" w:type="dxa"/>
            <w:vAlign w:val="top"/>
          </w:tcPr>
          <w:p w14:paraId="6714F52C" w14:textId="1E744481" w:rsidR="00F67067" w:rsidRPr="00E1441D" w:rsidRDefault="00F67067" w:rsidP="00F67067">
            <w:pPr>
              <w:pStyle w:val="Tabulka"/>
              <w:cnfStyle w:val="000000000000" w:firstRow="0" w:lastRow="0" w:firstColumn="0" w:lastColumn="0" w:oddVBand="0" w:evenVBand="0" w:oddHBand="0" w:evenHBand="0" w:firstRowFirstColumn="0" w:firstRowLastColumn="0" w:lastRowFirstColumn="0" w:lastRowLastColumn="0"/>
            </w:pPr>
            <w:r w:rsidRPr="00535C9C">
              <w:t>Ke Štvanici 656/3, 186 00 Praha 8</w:t>
            </w:r>
          </w:p>
        </w:tc>
      </w:tr>
      <w:tr w:rsidR="00F67067" w:rsidRPr="00F95FBD" w14:paraId="4075B7F0"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F67067" w:rsidRPr="00F95FBD" w:rsidRDefault="00F67067" w:rsidP="00F67067">
            <w:pPr>
              <w:pStyle w:val="Tabulka"/>
            </w:pPr>
            <w:r w:rsidRPr="00F95FBD">
              <w:t>E-mail</w:t>
            </w:r>
          </w:p>
        </w:tc>
        <w:tc>
          <w:tcPr>
            <w:tcW w:w="5812" w:type="dxa"/>
            <w:vAlign w:val="top"/>
          </w:tcPr>
          <w:p w14:paraId="087D0D23" w14:textId="3256082F" w:rsidR="00F67067" w:rsidRPr="00E1441D" w:rsidRDefault="00F67067" w:rsidP="00F67067">
            <w:pPr>
              <w:pStyle w:val="Tabulka"/>
              <w:cnfStyle w:val="000000000000" w:firstRow="0" w:lastRow="0" w:firstColumn="0" w:lastColumn="0" w:oddVBand="0" w:evenVBand="0" w:oddHBand="0" w:evenHBand="0" w:firstRowFirstColumn="0" w:firstRowLastColumn="0" w:lastRowFirstColumn="0" w:lastRowLastColumn="0"/>
            </w:pPr>
            <w:r w:rsidRPr="00535C9C">
              <w:t>Nitran@spravazeleznic.cz</w:t>
            </w:r>
          </w:p>
        </w:tc>
      </w:tr>
      <w:tr w:rsidR="00F67067" w:rsidRPr="00F95FBD" w14:paraId="1019296F" w14:textId="77777777" w:rsidTr="006660A4">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F67067" w:rsidRPr="00F95FBD" w:rsidRDefault="00F67067" w:rsidP="00F67067">
            <w:pPr>
              <w:pStyle w:val="Tabulka"/>
            </w:pPr>
            <w:r w:rsidRPr="00F95FBD">
              <w:t>Telefon</w:t>
            </w:r>
          </w:p>
        </w:tc>
        <w:tc>
          <w:tcPr>
            <w:tcW w:w="5812" w:type="dxa"/>
            <w:vAlign w:val="top"/>
          </w:tcPr>
          <w:p w14:paraId="4A7B4667" w14:textId="653A8FC0"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35C9C">
              <w:t>+420 724 863 591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066AB0C8" w:rsidR="002038D5" w:rsidRPr="001513DC" w:rsidRDefault="001513DC" w:rsidP="00590C91">
            <w:pPr>
              <w:pStyle w:val="Tabulka"/>
              <w:cnfStyle w:val="100000000000" w:firstRow="1" w:lastRow="0" w:firstColumn="0" w:lastColumn="0" w:oddVBand="0" w:evenVBand="0" w:oddHBand="0" w:evenHBand="0" w:firstRowFirstColumn="0" w:firstRowLastColumn="0" w:lastRowFirstColumn="0" w:lastRowLastColumn="0"/>
            </w:pPr>
            <w:r w:rsidRPr="001513DC">
              <w:t>Ing. Jan Beránek</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3D16CA0E"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Ke Štvanici 656/3, 186 00 Praha 8</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2BB000E"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beranekjan@spravazeleznic.cz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06DB3D1" w:rsidR="002038D5" w:rsidRPr="001513DC" w:rsidRDefault="001513DC" w:rsidP="00590C91">
            <w:pPr>
              <w:pStyle w:val="Tabulka"/>
              <w:cnfStyle w:val="000000000000" w:firstRow="0" w:lastRow="0" w:firstColumn="0" w:lastColumn="0" w:oddVBand="0" w:evenVBand="0" w:oddHBand="0" w:evenHBand="0" w:firstRowFirstColumn="0" w:firstRowLastColumn="0" w:lastRowFirstColumn="0" w:lastRowLastColumn="0"/>
            </w:pPr>
            <w:r w:rsidRPr="001513DC">
              <w:t>+420 727 876 072</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11547B" w:rsidRPr="00643080" w14:paraId="3CAB3566" w14:textId="77777777" w:rsidTr="00B644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11547B" w:rsidRPr="00643080" w:rsidRDefault="0011547B" w:rsidP="0011547B">
            <w:pPr>
              <w:pStyle w:val="Tabulka"/>
              <w:rPr>
                <w:rStyle w:val="Nadpisvtabulce"/>
              </w:rPr>
            </w:pPr>
            <w:r w:rsidRPr="00643080">
              <w:rPr>
                <w:rStyle w:val="Nadpisvtabulce"/>
              </w:rPr>
              <w:t>Jméno a příjmení</w:t>
            </w:r>
          </w:p>
        </w:tc>
        <w:tc>
          <w:tcPr>
            <w:tcW w:w="5812" w:type="dxa"/>
            <w:vAlign w:val="top"/>
          </w:tcPr>
          <w:p w14:paraId="1F02E861" w14:textId="71512569" w:rsidR="0011547B" w:rsidRPr="00643080" w:rsidRDefault="0011547B" w:rsidP="0011547B">
            <w:pPr>
              <w:pStyle w:val="Tabulka"/>
              <w:cnfStyle w:val="100000000000" w:firstRow="1" w:lastRow="0" w:firstColumn="0" w:lastColumn="0" w:oddVBand="0" w:evenVBand="0" w:oddHBand="0" w:evenHBand="0" w:firstRowFirstColumn="0" w:firstRowLastColumn="0" w:lastRowFirstColumn="0" w:lastRowLastColumn="0"/>
            </w:pPr>
            <w:r w:rsidRPr="00643080">
              <w:t xml:space="preserve">Ing. Ivan </w:t>
            </w:r>
            <w:proofErr w:type="spellStart"/>
            <w:r w:rsidRPr="00643080">
              <w:t>Majorník</w:t>
            </w:r>
            <w:proofErr w:type="spellEnd"/>
          </w:p>
        </w:tc>
      </w:tr>
      <w:tr w:rsidR="0011547B" w:rsidRPr="00643080" w14:paraId="3564CB7E"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11547B" w:rsidRPr="00643080" w:rsidRDefault="0011547B" w:rsidP="0011547B">
            <w:pPr>
              <w:pStyle w:val="Tabulka"/>
            </w:pPr>
            <w:r w:rsidRPr="00643080">
              <w:t>Adresa</w:t>
            </w:r>
          </w:p>
        </w:tc>
        <w:tc>
          <w:tcPr>
            <w:tcW w:w="5812" w:type="dxa"/>
            <w:vAlign w:val="top"/>
          </w:tcPr>
          <w:p w14:paraId="1717A00D" w14:textId="34C174DA" w:rsidR="0011547B" w:rsidRPr="00643080" w:rsidRDefault="0011547B" w:rsidP="0011547B">
            <w:pPr>
              <w:pStyle w:val="Tabulka"/>
              <w:cnfStyle w:val="000000000000" w:firstRow="0" w:lastRow="0" w:firstColumn="0" w:lastColumn="0" w:oddVBand="0" w:evenVBand="0" w:oddHBand="0" w:evenHBand="0" w:firstRowFirstColumn="0" w:firstRowLastColumn="0" w:lastRowFirstColumn="0" w:lastRowLastColumn="0"/>
            </w:pPr>
            <w:r w:rsidRPr="00643080">
              <w:t>Václavkova 169/1, 160 00 Praha 6 - Dejvice</w:t>
            </w:r>
          </w:p>
        </w:tc>
      </w:tr>
      <w:tr w:rsidR="0011547B" w:rsidRPr="00643080" w14:paraId="4F049039" w14:textId="77777777" w:rsidTr="00B64486">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11547B" w:rsidRPr="00643080" w:rsidRDefault="0011547B" w:rsidP="0011547B">
            <w:pPr>
              <w:pStyle w:val="Tabulka"/>
            </w:pPr>
            <w:r w:rsidRPr="00643080">
              <w:t>E-mail</w:t>
            </w:r>
          </w:p>
        </w:tc>
        <w:tc>
          <w:tcPr>
            <w:tcW w:w="5812" w:type="dxa"/>
            <w:vAlign w:val="top"/>
          </w:tcPr>
          <w:p w14:paraId="0E6CA791" w14:textId="028AE1BC" w:rsidR="0011547B" w:rsidRPr="00643080" w:rsidRDefault="0011547B" w:rsidP="0011547B">
            <w:pPr>
              <w:pStyle w:val="Tabulka"/>
              <w:cnfStyle w:val="000000000000" w:firstRow="0" w:lastRow="0" w:firstColumn="0" w:lastColumn="0" w:oddVBand="0" w:evenVBand="0" w:oddHBand="0" w:evenHBand="0" w:firstRowFirstColumn="0" w:firstRowLastColumn="0" w:lastRowFirstColumn="0" w:lastRowLastColumn="0"/>
            </w:pPr>
            <w:r w:rsidRPr="00643080">
              <w:t>majornik@spravazeleznic.cz</w:t>
            </w:r>
          </w:p>
        </w:tc>
      </w:tr>
      <w:tr w:rsidR="0011547B" w:rsidRPr="00F95FBD" w14:paraId="52E9F0B4" w14:textId="77777777" w:rsidTr="00643080">
        <w:trPr>
          <w:trHeight w:val="29"/>
        </w:trPr>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11547B" w:rsidRPr="00643080" w:rsidRDefault="0011547B" w:rsidP="0011547B">
            <w:pPr>
              <w:pStyle w:val="Tabulka"/>
            </w:pPr>
            <w:r w:rsidRPr="00643080">
              <w:t>Telefon</w:t>
            </w:r>
          </w:p>
        </w:tc>
        <w:tc>
          <w:tcPr>
            <w:tcW w:w="5812" w:type="dxa"/>
            <w:vAlign w:val="top"/>
          </w:tcPr>
          <w:p w14:paraId="3540DBB1" w14:textId="0B7D6699" w:rsidR="0011547B" w:rsidRPr="00643080" w:rsidRDefault="001513DC" w:rsidP="0011547B">
            <w:pPr>
              <w:pStyle w:val="Tabulka"/>
              <w:cnfStyle w:val="000000000000" w:firstRow="0" w:lastRow="0" w:firstColumn="0" w:lastColumn="0" w:oddVBand="0" w:evenVBand="0" w:oddHBand="0" w:evenHBand="0" w:firstRowFirstColumn="0" w:firstRowLastColumn="0" w:lastRowFirstColumn="0" w:lastRowLastColumn="0"/>
            </w:pPr>
            <w:r w:rsidRPr="00643080">
              <w:t>+420 601 078 172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F67067" w:rsidRPr="00F95FBD" w14:paraId="4CC37F66" w14:textId="77777777" w:rsidTr="00577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F67067" w:rsidRPr="00F95FBD" w:rsidRDefault="00F67067" w:rsidP="00F670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EF86F97" w14:textId="2DEA3D09" w:rsidR="00F67067" w:rsidRPr="001F518E" w:rsidRDefault="00F67067" w:rsidP="00F670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D3B93">
              <w:t>Nikolas Nitran</w:t>
            </w:r>
          </w:p>
        </w:tc>
      </w:tr>
      <w:tr w:rsidR="00F67067" w:rsidRPr="00F95FBD" w14:paraId="740CAC10"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F67067" w:rsidRPr="00F95FBD" w:rsidRDefault="00F67067" w:rsidP="00F67067">
            <w:pPr>
              <w:pStyle w:val="Tabulka"/>
            </w:pPr>
            <w:r w:rsidRPr="00F95FBD">
              <w:t>Adresa</w:t>
            </w:r>
          </w:p>
        </w:tc>
        <w:tc>
          <w:tcPr>
            <w:tcW w:w="5812" w:type="dxa"/>
            <w:vAlign w:val="top"/>
          </w:tcPr>
          <w:p w14:paraId="45968971" w14:textId="05D8FCB9"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Ke Štvanici 656/3, 186 00 Praha 8</w:t>
            </w:r>
          </w:p>
        </w:tc>
      </w:tr>
      <w:tr w:rsidR="00F67067" w:rsidRPr="00F95FBD" w14:paraId="364E021B"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F67067" w:rsidRPr="00F95FBD" w:rsidRDefault="00F67067" w:rsidP="00F67067">
            <w:pPr>
              <w:pStyle w:val="Tabulka"/>
            </w:pPr>
            <w:r w:rsidRPr="00F95FBD">
              <w:t>E-mail</w:t>
            </w:r>
          </w:p>
        </w:tc>
        <w:tc>
          <w:tcPr>
            <w:tcW w:w="5812" w:type="dxa"/>
            <w:vAlign w:val="top"/>
          </w:tcPr>
          <w:p w14:paraId="5E2F73B0" w14:textId="47CC31C9"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Nitran@spravazeleznic.cz</w:t>
            </w:r>
          </w:p>
        </w:tc>
      </w:tr>
      <w:tr w:rsidR="00F67067" w:rsidRPr="00F95FBD" w14:paraId="07117445" w14:textId="77777777" w:rsidTr="005775FB">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F67067" w:rsidRPr="00F95FBD" w:rsidRDefault="00F67067" w:rsidP="00F67067">
            <w:pPr>
              <w:pStyle w:val="Tabulka"/>
            </w:pPr>
            <w:r w:rsidRPr="00F95FBD">
              <w:t>Telefon</w:t>
            </w:r>
          </w:p>
        </w:tc>
        <w:tc>
          <w:tcPr>
            <w:tcW w:w="5812" w:type="dxa"/>
            <w:vAlign w:val="top"/>
          </w:tcPr>
          <w:p w14:paraId="15D183E5" w14:textId="0BE7FA44" w:rsidR="00F67067" w:rsidRPr="001F518E" w:rsidRDefault="00F67067" w:rsidP="00F670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3B93">
              <w:t>+420 724 863 591</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56F349FE" w:rsidR="001F518E" w:rsidRPr="00C129A7" w:rsidRDefault="00532590" w:rsidP="00BD4363">
      <w:pPr>
        <w:spacing w:after="240" w:line="264" w:lineRule="auto"/>
        <w:rPr>
          <w:bCs/>
        </w:rPr>
      </w:pPr>
      <w:r>
        <w:rPr>
          <w:b/>
          <w:bCs/>
        </w:rPr>
        <w:t>Z</w:t>
      </w:r>
      <w:r w:rsidR="001F518E" w:rsidRPr="00BD4363">
        <w:rPr>
          <w:b/>
          <w:bCs/>
        </w:rPr>
        <w:t>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19FBB674" w14:textId="77777777" w:rsidR="00DF2BFF" w:rsidRDefault="00DF2BFF" w:rsidP="00CB1C6E">
      <w:pPr>
        <w:pStyle w:val="Tabulka"/>
      </w:pPr>
    </w:p>
    <w:p w14:paraId="72F93D04" w14:textId="77777777" w:rsidR="00D41CFE" w:rsidRPr="00F95FBD" w:rsidRDefault="00D41CFE" w:rsidP="00D41CFE">
      <w:pPr>
        <w:pStyle w:val="Nadpistabulky"/>
        <w:rPr>
          <w:sz w:val="18"/>
          <w:szCs w:val="18"/>
        </w:rPr>
      </w:pPr>
      <w:r>
        <w:rPr>
          <w:sz w:val="18"/>
          <w:szCs w:val="18"/>
        </w:rPr>
        <w:t>Projekt manager</w:t>
      </w:r>
    </w:p>
    <w:tbl>
      <w:tblPr>
        <w:tblStyle w:val="Tabulka10"/>
        <w:tblW w:w="8868" w:type="dxa"/>
        <w:tblLook w:val="04A0" w:firstRow="1" w:lastRow="0" w:firstColumn="1" w:lastColumn="0" w:noHBand="0" w:noVBand="1"/>
      </w:tblPr>
      <w:tblGrid>
        <w:gridCol w:w="3056"/>
        <w:gridCol w:w="5812"/>
      </w:tblGrid>
      <w:tr w:rsidR="00D41CFE" w:rsidRPr="00F95FBD" w14:paraId="1D03C86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A6AE46"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B789BF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04DB4B5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52B7B9F" w14:textId="77777777" w:rsidR="00D41CFE" w:rsidRPr="00F95FBD" w:rsidRDefault="00D41CFE" w:rsidP="00D86204">
            <w:pPr>
              <w:pStyle w:val="Tabulka"/>
            </w:pPr>
            <w:r w:rsidRPr="00F95FBD">
              <w:t>Adresa</w:t>
            </w:r>
          </w:p>
        </w:tc>
        <w:tc>
          <w:tcPr>
            <w:tcW w:w="5812" w:type="dxa"/>
          </w:tcPr>
          <w:p w14:paraId="60324DB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EC741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BE6A38B" w14:textId="77777777" w:rsidR="00D41CFE" w:rsidRPr="00F95FBD" w:rsidRDefault="00D41CFE" w:rsidP="00D86204">
            <w:pPr>
              <w:pStyle w:val="Tabulka"/>
            </w:pPr>
            <w:r w:rsidRPr="00F95FBD">
              <w:t>E-mail</w:t>
            </w:r>
          </w:p>
        </w:tc>
        <w:tc>
          <w:tcPr>
            <w:tcW w:w="5812" w:type="dxa"/>
          </w:tcPr>
          <w:p w14:paraId="0A1D02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9C230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2DA511" w14:textId="77777777" w:rsidR="00D41CFE" w:rsidRPr="00F95FBD" w:rsidRDefault="00D41CFE" w:rsidP="00D86204">
            <w:pPr>
              <w:pStyle w:val="Tabulka"/>
            </w:pPr>
            <w:r w:rsidRPr="00F95FBD">
              <w:t>Telefon</w:t>
            </w:r>
          </w:p>
        </w:tc>
        <w:tc>
          <w:tcPr>
            <w:tcW w:w="5812" w:type="dxa"/>
          </w:tcPr>
          <w:p w14:paraId="11223E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CD26E0" w14:textId="77777777" w:rsidR="00D41CFE" w:rsidRDefault="00D41CFE" w:rsidP="00D41CFE">
      <w:pPr>
        <w:pStyle w:val="Tabulka"/>
      </w:pPr>
    </w:p>
    <w:p w14:paraId="2E594C2C" w14:textId="77777777" w:rsidR="00D41CFE" w:rsidRPr="00F95FBD" w:rsidRDefault="00D41CFE" w:rsidP="00D41CFE">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D41CFE" w:rsidRPr="00F95FBD" w14:paraId="715E94F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CC03E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BFBA65"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621B35B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485FDF5" w14:textId="77777777" w:rsidR="00D41CFE" w:rsidRPr="00F95FBD" w:rsidRDefault="00D41CFE" w:rsidP="00D86204">
            <w:pPr>
              <w:pStyle w:val="Tabulka"/>
            </w:pPr>
            <w:r w:rsidRPr="00F95FBD">
              <w:t>Adresa</w:t>
            </w:r>
          </w:p>
        </w:tc>
        <w:tc>
          <w:tcPr>
            <w:tcW w:w="5812" w:type="dxa"/>
          </w:tcPr>
          <w:p w14:paraId="336C704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77E00C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8E7BD76" w14:textId="77777777" w:rsidR="00D41CFE" w:rsidRPr="00F95FBD" w:rsidRDefault="00D41CFE" w:rsidP="00D86204">
            <w:pPr>
              <w:pStyle w:val="Tabulka"/>
            </w:pPr>
            <w:r w:rsidRPr="00F95FBD">
              <w:t>E-mail</w:t>
            </w:r>
          </w:p>
        </w:tc>
        <w:tc>
          <w:tcPr>
            <w:tcW w:w="5812" w:type="dxa"/>
          </w:tcPr>
          <w:p w14:paraId="7D5C42D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DFC7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7F1EE07" w14:textId="77777777" w:rsidR="00D41CFE" w:rsidRPr="00F95FBD" w:rsidRDefault="00D41CFE" w:rsidP="00D86204">
            <w:pPr>
              <w:pStyle w:val="Tabulka"/>
            </w:pPr>
            <w:r w:rsidRPr="00F95FBD">
              <w:t>Telefon</w:t>
            </w:r>
          </w:p>
        </w:tc>
        <w:tc>
          <w:tcPr>
            <w:tcW w:w="5812" w:type="dxa"/>
          </w:tcPr>
          <w:p w14:paraId="37453A7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030F5A" w14:textId="77777777" w:rsidR="00D41CFE" w:rsidRPr="00F95FBD" w:rsidRDefault="00D41CFE" w:rsidP="00D41CFE">
      <w:pPr>
        <w:pStyle w:val="Tabulka"/>
      </w:pPr>
    </w:p>
    <w:p w14:paraId="0170ADAA" w14:textId="77777777" w:rsidR="00D41CFE" w:rsidRPr="00F95FBD" w:rsidRDefault="00D41CFE" w:rsidP="00D41CFE">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D41CFE" w:rsidRPr="00F95FBD" w14:paraId="37DAB350"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C30E8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20F1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237BC3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C1DCD7E" w14:textId="77777777" w:rsidR="00D41CFE" w:rsidRPr="00F95FBD" w:rsidRDefault="00D41CFE" w:rsidP="00D86204">
            <w:pPr>
              <w:pStyle w:val="Tabulka"/>
            </w:pPr>
            <w:r w:rsidRPr="00F95FBD">
              <w:t>Adresa</w:t>
            </w:r>
          </w:p>
        </w:tc>
        <w:tc>
          <w:tcPr>
            <w:tcW w:w="5812" w:type="dxa"/>
          </w:tcPr>
          <w:p w14:paraId="7E6134E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B0E7F0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F3B6CDB" w14:textId="77777777" w:rsidR="00D41CFE" w:rsidRPr="00F95FBD" w:rsidRDefault="00D41CFE" w:rsidP="00D86204">
            <w:pPr>
              <w:pStyle w:val="Tabulka"/>
            </w:pPr>
            <w:r w:rsidRPr="00F95FBD">
              <w:t>E-mail</w:t>
            </w:r>
          </w:p>
        </w:tc>
        <w:tc>
          <w:tcPr>
            <w:tcW w:w="5812" w:type="dxa"/>
          </w:tcPr>
          <w:p w14:paraId="05CBEB4C"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E54E2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62B0C45" w14:textId="77777777" w:rsidR="00D41CFE" w:rsidRPr="00F95FBD" w:rsidRDefault="00D41CFE" w:rsidP="00D86204">
            <w:pPr>
              <w:pStyle w:val="Tabulka"/>
            </w:pPr>
            <w:r w:rsidRPr="00F95FBD">
              <w:t>Telefon</w:t>
            </w:r>
          </w:p>
        </w:tc>
        <w:tc>
          <w:tcPr>
            <w:tcW w:w="5812" w:type="dxa"/>
          </w:tcPr>
          <w:p w14:paraId="6C82BB3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72F768" w14:textId="77777777" w:rsidR="00D41CFE" w:rsidRPr="00F95FBD" w:rsidRDefault="00D41CFE" w:rsidP="00D41CFE">
      <w:pPr>
        <w:pStyle w:val="Tabulka"/>
      </w:pPr>
    </w:p>
    <w:p w14:paraId="5A8A2347" w14:textId="77777777" w:rsidR="00D41CFE" w:rsidRPr="00F95FBD" w:rsidRDefault="00D41CFE" w:rsidP="00D41CFE">
      <w:pPr>
        <w:pStyle w:val="Nadpistabulky"/>
        <w:rPr>
          <w:sz w:val="18"/>
          <w:szCs w:val="18"/>
        </w:rPr>
      </w:pPr>
      <w:r>
        <w:rPr>
          <w:sz w:val="18"/>
          <w:szCs w:val="18"/>
        </w:rPr>
        <w:t>S</w:t>
      </w:r>
      <w:r w:rsidRPr="00CB1C6E">
        <w:rPr>
          <w:sz w:val="18"/>
          <w:szCs w:val="18"/>
        </w:rPr>
        <w:t>pecialista (vedoucí prací) pro s</w:t>
      </w:r>
      <w:r w:rsidR="00C240B6">
        <w:rPr>
          <w:sz w:val="18"/>
          <w:szCs w:val="18"/>
        </w:rPr>
        <w:t>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E0294D6"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78341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E73DD6E"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1FD5C0C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14ACD9" w14:textId="77777777" w:rsidR="00D41CFE" w:rsidRPr="00F95FBD" w:rsidRDefault="00D41CFE" w:rsidP="00D86204">
            <w:pPr>
              <w:pStyle w:val="Tabulka"/>
            </w:pPr>
            <w:r w:rsidRPr="00F95FBD">
              <w:t>Adresa</w:t>
            </w:r>
          </w:p>
        </w:tc>
        <w:tc>
          <w:tcPr>
            <w:tcW w:w="5812" w:type="dxa"/>
          </w:tcPr>
          <w:p w14:paraId="4837CD8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275CF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651D70D" w14:textId="77777777" w:rsidR="00D41CFE" w:rsidRPr="00F95FBD" w:rsidRDefault="00D41CFE" w:rsidP="00D86204">
            <w:pPr>
              <w:pStyle w:val="Tabulka"/>
            </w:pPr>
            <w:r w:rsidRPr="00F95FBD">
              <w:t>E-mail</w:t>
            </w:r>
          </w:p>
        </w:tc>
        <w:tc>
          <w:tcPr>
            <w:tcW w:w="5812" w:type="dxa"/>
          </w:tcPr>
          <w:p w14:paraId="6CB40D7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548FBF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CA7F99E" w14:textId="77777777" w:rsidR="00D41CFE" w:rsidRPr="00F95FBD" w:rsidRDefault="00D41CFE" w:rsidP="00D86204">
            <w:pPr>
              <w:pStyle w:val="Tabulka"/>
            </w:pPr>
            <w:r w:rsidRPr="00F95FBD">
              <w:t>Telefon</w:t>
            </w:r>
          </w:p>
        </w:tc>
        <w:tc>
          <w:tcPr>
            <w:tcW w:w="5812" w:type="dxa"/>
          </w:tcPr>
          <w:p w14:paraId="231FC80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F753FA" w14:textId="77777777" w:rsidR="00D41CFE" w:rsidRPr="00F95FBD" w:rsidRDefault="00D41CFE" w:rsidP="00D41CFE">
      <w:pPr>
        <w:pStyle w:val="Tabulka"/>
      </w:pPr>
    </w:p>
    <w:p w14:paraId="4612F08A" w14:textId="455EE8A6" w:rsidR="00FC1418" w:rsidRPr="00F95FBD" w:rsidRDefault="00FC1418" w:rsidP="00FC1418">
      <w:pPr>
        <w:pStyle w:val="Nadpistabulky"/>
        <w:rPr>
          <w:sz w:val="18"/>
          <w:szCs w:val="18"/>
        </w:rPr>
      </w:pPr>
      <w:bookmarkStart w:id="1" w:name="_Hlk216862894"/>
      <w:r>
        <w:rPr>
          <w:sz w:val="18"/>
          <w:szCs w:val="18"/>
        </w:rPr>
        <w:t>S</w:t>
      </w:r>
      <w:r w:rsidRPr="00CB1C6E">
        <w:rPr>
          <w:sz w:val="18"/>
          <w:szCs w:val="18"/>
        </w:rPr>
        <w:t xml:space="preserve">pecialista (vedoucí prací) pro pokládku a montáž metalických a optických </w:t>
      </w:r>
      <w:proofErr w:type="gramStart"/>
      <w:r w:rsidRPr="00CB1C6E">
        <w:rPr>
          <w:sz w:val="18"/>
          <w:szCs w:val="18"/>
        </w:rPr>
        <w:t>kabelů</w:t>
      </w:r>
      <w:r w:rsidR="00F65E6D">
        <w:rPr>
          <w:sz w:val="18"/>
          <w:szCs w:val="18"/>
        </w:rPr>
        <w:t xml:space="preserve"> </w:t>
      </w:r>
      <w:r w:rsidR="00F65E6D" w:rsidRPr="00F65E6D">
        <w:rPr>
          <w:sz w:val="18"/>
          <w:szCs w:val="18"/>
        </w:rPr>
        <w:t>- osoba</w:t>
      </w:r>
      <w:proofErr w:type="gramEnd"/>
      <w:r w:rsidR="00F65E6D" w:rsidRPr="00F65E6D">
        <w:rPr>
          <w:sz w:val="18"/>
          <w:szCs w:val="18"/>
        </w:rPr>
        <w:t xml:space="preserve"> odpovědná za provizorní stavy</w:t>
      </w:r>
    </w:p>
    <w:tbl>
      <w:tblPr>
        <w:tblStyle w:val="Tabulka10"/>
        <w:tblW w:w="8868" w:type="dxa"/>
        <w:tblLook w:val="04A0" w:firstRow="1" w:lastRow="0" w:firstColumn="1" w:lastColumn="0" w:noHBand="0" w:noVBand="1"/>
      </w:tblPr>
      <w:tblGrid>
        <w:gridCol w:w="3056"/>
        <w:gridCol w:w="5812"/>
      </w:tblGrid>
      <w:tr w:rsidR="00FC1418" w:rsidRPr="00F95FBD" w14:paraId="2FBA611F" w14:textId="77777777" w:rsidTr="003B1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A2C947" w14:textId="77777777" w:rsidR="00FC1418" w:rsidRPr="00F95FBD" w:rsidRDefault="00FC1418" w:rsidP="003B142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3109F42" w14:textId="77777777" w:rsidR="00FC1418" w:rsidRPr="00F95FBD" w:rsidRDefault="00FC1418" w:rsidP="003B142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C1418" w:rsidRPr="00F95FBD" w14:paraId="0211FA37"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1C2CBA4F" w14:textId="77777777" w:rsidR="00FC1418" w:rsidRPr="00F95FBD" w:rsidRDefault="00FC1418" w:rsidP="003B1424">
            <w:pPr>
              <w:pStyle w:val="Tabulka"/>
            </w:pPr>
            <w:r w:rsidRPr="00F95FBD">
              <w:t>Adresa</w:t>
            </w:r>
          </w:p>
        </w:tc>
        <w:tc>
          <w:tcPr>
            <w:tcW w:w="5812" w:type="dxa"/>
          </w:tcPr>
          <w:p w14:paraId="7AF41D38" w14:textId="77777777" w:rsidR="00FC1418" w:rsidRPr="00F95FBD" w:rsidRDefault="00FC1418"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C1418" w:rsidRPr="00F95FBD" w14:paraId="69E14898"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06B8AFAE" w14:textId="77777777" w:rsidR="00FC1418" w:rsidRPr="00F95FBD" w:rsidRDefault="00FC1418" w:rsidP="003B1424">
            <w:pPr>
              <w:pStyle w:val="Tabulka"/>
            </w:pPr>
            <w:r w:rsidRPr="00F95FBD">
              <w:t>E-mail</w:t>
            </w:r>
          </w:p>
        </w:tc>
        <w:tc>
          <w:tcPr>
            <w:tcW w:w="5812" w:type="dxa"/>
          </w:tcPr>
          <w:p w14:paraId="76385351" w14:textId="77777777" w:rsidR="00FC1418" w:rsidRPr="00F95FBD" w:rsidRDefault="00FC1418"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C1418" w:rsidRPr="00F95FBD" w14:paraId="0250E553"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02AADBCB" w14:textId="63C42431" w:rsidR="00B14D6E" w:rsidRPr="00F95FBD" w:rsidRDefault="00FC1418" w:rsidP="003B1424">
            <w:pPr>
              <w:pStyle w:val="Tabulka"/>
            </w:pPr>
            <w:r w:rsidRPr="00F95FBD">
              <w:t>Telefon</w:t>
            </w:r>
          </w:p>
        </w:tc>
        <w:tc>
          <w:tcPr>
            <w:tcW w:w="5812" w:type="dxa"/>
          </w:tcPr>
          <w:p w14:paraId="6FBEB5C9" w14:textId="77777777" w:rsidR="00FC1418" w:rsidRPr="00F95FBD" w:rsidRDefault="00FC1418"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AA1ED1" w14:textId="77777777" w:rsidR="00B14D6E" w:rsidRDefault="00B14D6E" w:rsidP="00B14D6E">
      <w:pPr>
        <w:pStyle w:val="Nadpistabulky"/>
        <w:rPr>
          <w:sz w:val="18"/>
          <w:szCs w:val="18"/>
        </w:rPr>
      </w:pPr>
    </w:p>
    <w:p w14:paraId="795AEECF" w14:textId="0AEA6826" w:rsidR="00B14D6E" w:rsidRPr="00F95FBD" w:rsidRDefault="00B14D6E" w:rsidP="00B14D6E">
      <w:pPr>
        <w:pStyle w:val="Nadpistabulky"/>
        <w:rPr>
          <w:sz w:val="18"/>
          <w:szCs w:val="18"/>
        </w:rPr>
      </w:pPr>
      <w:r>
        <w:rPr>
          <w:sz w:val="18"/>
          <w:szCs w:val="18"/>
        </w:rPr>
        <w:t>S</w:t>
      </w:r>
      <w:r w:rsidRPr="00CB1C6E">
        <w:rPr>
          <w:sz w:val="18"/>
          <w:szCs w:val="18"/>
        </w:rPr>
        <w:t>pecialista (vedoucí prací) na zakládání staveb a výstavbu anténních stožárů technologických objektů</w:t>
      </w:r>
    </w:p>
    <w:tbl>
      <w:tblPr>
        <w:tblStyle w:val="Tabulka10"/>
        <w:tblW w:w="8868" w:type="dxa"/>
        <w:tblLook w:val="04A0" w:firstRow="1" w:lastRow="0" w:firstColumn="1" w:lastColumn="0" w:noHBand="0" w:noVBand="1"/>
      </w:tblPr>
      <w:tblGrid>
        <w:gridCol w:w="3056"/>
        <w:gridCol w:w="5812"/>
      </w:tblGrid>
      <w:tr w:rsidR="00B14D6E" w:rsidRPr="00F95FBD" w14:paraId="7ACCEA5F" w14:textId="77777777" w:rsidTr="003B1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8624D" w14:textId="77777777" w:rsidR="00B14D6E" w:rsidRPr="00F95FBD" w:rsidRDefault="00B14D6E" w:rsidP="003B142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B2FFB69" w14:textId="77777777" w:rsidR="00B14D6E" w:rsidRPr="00F95FBD" w:rsidRDefault="00B14D6E" w:rsidP="003B142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14D6E" w:rsidRPr="00F95FBD" w14:paraId="2C15FD5B"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224828D6" w14:textId="77777777" w:rsidR="00B14D6E" w:rsidRPr="00F95FBD" w:rsidRDefault="00B14D6E" w:rsidP="003B1424">
            <w:pPr>
              <w:pStyle w:val="Tabulka"/>
            </w:pPr>
            <w:r w:rsidRPr="00F95FBD">
              <w:t>Adresa</w:t>
            </w:r>
          </w:p>
        </w:tc>
        <w:tc>
          <w:tcPr>
            <w:tcW w:w="5812" w:type="dxa"/>
          </w:tcPr>
          <w:p w14:paraId="455369FE" w14:textId="77777777" w:rsidR="00B14D6E" w:rsidRPr="00F95FBD" w:rsidRDefault="00B14D6E"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4D6E" w:rsidRPr="00F95FBD" w14:paraId="31AAEF1D"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62A55BDB" w14:textId="77777777" w:rsidR="00B14D6E" w:rsidRPr="00F95FBD" w:rsidRDefault="00B14D6E" w:rsidP="003B1424">
            <w:pPr>
              <w:pStyle w:val="Tabulka"/>
            </w:pPr>
            <w:r w:rsidRPr="00F95FBD">
              <w:t>E-mail</w:t>
            </w:r>
          </w:p>
        </w:tc>
        <w:tc>
          <w:tcPr>
            <w:tcW w:w="5812" w:type="dxa"/>
          </w:tcPr>
          <w:p w14:paraId="7CC1CB8E" w14:textId="77777777" w:rsidR="00B14D6E" w:rsidRPr="00F95FBD" w:rsidRDefault="00B14D6E"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4D6E" w:rsidRPr="00F95FBD" w14:paraId="5863975C"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05A3EE00" w14:textId="77777777" w:rsidR="00B14D6E" w:rsidRPr="00F95FBD" w:rsidRDefault="00B14D6E" w:rsidP="003B1424">
            <w:pPr>
              <w:pStyle w:val="Tabulka"/>
            </w:pPr>
            <w:r w:rsidRPr="00F95FBD">
              <w:t>Telefon</w:t>
            </w:r>
          </w:p>
        </w:tc>
        <w:tc>
          <w:tcPr>
            <w:tcW w:w="5812" w:type="dxa"/>
          </w:tcPr>
          <w:p w14:paraId="7CEE2DE5" w14:textId="77777777" w:rsidR="00B14D6E" w:rsidRPr="00F95FBD" w:rsidRDefault="00B14D6E"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553049" w14:textId="77777777" w:rsidR="00B14D6E" w:rsidRPr="00F95FBD" w:rsidRDefault="00B14D6E" w:rsidP="00B14D6E">
      <w:pPr>
        <w:pStyle w:val="Tabulka"/>
      </w:pPr>
    </w:p>
    <w:p w14:paraId="552A5508" w14:textId="7E004744" w:rsidR="00B14D6E" w:rsidRPr="00F95FBD" w:rsidRDefault="00B14D6E" w:rsidP="00B14D6E">
      <w:pPr>
        <w:pStyle w:val="Nadpistabulky"/>
        <w:rPr>
          <w:sz w:val="18"/>
          <w:szCs w:val="18"/>
        </w:rPr>
      </w:pPr>
      <w:r>
        <w:rPr>
          <w:sz w:val="18"/>
          <w:szCs w:val="18"/>
        </w:rPr>
        <w:t>S</w:t>
      </w:r>
      <w:r w:rsidRPr="00CB1C6E">
        <w:rPr>
          <w:sz w:val="18"/>
          <w:szCs w:val="18"/>
        </w:rPr>
        <w:t>pecialista (vedoucí prací) na silnoproud</w:t>
      </w:r>
    </w:p>
    <w:tbl>
      <w:tblPr>
        <w:tblStyle w:val="Tabulka10"/>
        <w:tblW w:w="8868" w:type="dxa"/>
        <w:tblLook w:val="04A0" w:firstRow="1" w:lastRow="0" w:firstColumn="1" w:lastColumn="0" w:noHBand="0" w:noVBand="1"/>
      </w:tblPr>
      <w:tblGrid>
        <w:gridCol w:w="3056"/>
        <w:gridCol w:w="5812"/>
      </w:tblGrid>
      <w:tr w:rsidR="00B14D6E" w:rsidRPr="00F95FBD" w14:paraId="6BD23178" w14:textId="77777777" w:rsidTr="003B14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0CFF21" w14:textId="77777777" w:rsidR="00B14D6E" w:rsidRPr="00F95FBD" w:rsidRDefault="00B14D6E" w:rsidP="003B142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1A46C0F" w14:textId="77777777" w:rsidR="00B14D6E" w:rsidRPr="00F95FBD" w:rsidRDefault="00B14D6E" w:rsidP="003B142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14D6E" w:rsidRPr="00F95FBD" w14:paraId="5F6AF532"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79C0C75F" w14:textId="77777777" w:rsidR="00B14D6E" w:rsidRPr="00F95FBD" w:rsidRDefault="00B14D6E" w:rsidP="003B1424">
            <w:pPr>
              <w:pStyle w:val="Tabulka"/>
            </w:pPr>
            <w:r w:rsidRPr="00F95FBD">
              <w:t>Adresa</w:t>
            </w:r>
          </w:p>
        </w:tc>
        <w:tc>
          <w:tcPr>
            <w:tcW w:w="5812" w:type="dxa"/>
          </w:tcPr>
          <w:p w14:paraId="73AD6E3C" w14:textId="77777777" w:rsidR="00B14D6E" w:rsidRPr="00F95FBD" w:rsidRDefault="00B14D6E"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4D6E" w:rsidRPr="00F95FBD" w14:paraId="00EF6CBD"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254D73AE" w14:textId="77777777" w:rsidR="00B14D6E" w:rsidRPr="00F95FBD" w:rsidRDefault="00B14D6E" w:rsidP="003B1424">
            <w:pPr>
              <w:pStyle w:val="Tabulka"/>
            </w:pPr>
            <w:r w:rsidRPr="00F95FBD">
              <w:t>E-mail</w:t>
            </w:r>
          </w:p>
        </w:tc>
        <w:tc>
          <w:tcPr>
            <w:tcW w:w="5812" w:type="dxa"/>
          </w:tcPr>
          <w:p w14:paraId="275B9EFF" w14:textId="77777777" w:rsidR="00B14D6E" w:rsidRPr="00F95FBD" w:rsidRDefault="00B14D6E"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4D6E" w:rsidRPr="00F95FBD" w14:paraId="21372D3D" w14:textId="77777777" w:rsidTr="003B1424">
        <w:tc>
          <w:tcPr>
            <w:cnfStyle w:val="001000000000" w:firstRow="0" w:lastRow="0" w:firstColumn="1" w:lastColumn="0" w:oddVBand="0" w:evenVBand="0" w:oddHBand="0" w:evenHBand="0" w:firstRowFirstColumn="0" w:firstRowLastColumn="0" w:lastRowFirstColumn="0" w:lastRowLastColumn="0"/>
            <w:tcW w:w="3056" w:type="dxa"/>
          </w:tcPr>
          <w:p w14:paraId="7C2B48CD" w14:textId="77777777" w:rsidR="00B14D6E" w:rsidRPr="00F95FBD" w:rsidRDefault="00B14D6E" w:rsidP="003B1424">
            <w:pPr>
              <w:pStyle w:val="Tabulka"/>
            </w:pPr>
            <w:r w:rsidRPr="00F95FBD">
              <w:t>Telefon</w:t>
            </w:r>
          </w:p>
        </w:tc>
        <w:tc>
          <w:tcPr>
            <w:tcW w:w="5812" w:type="dxa"/>
          </w:tcPr>
          <w:p w14:paraId="2394DEE1" w14:textId="77777777" w:rsidR="00B14D6E" w:rsidRPr="00F95FBD" w:rsidRDefault="00B14D6E" w:rsidP="003B142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7A4A96" w14:textId="77777777" w:rsidR="00FC1418" w:rsidRPr="00F95FBD" w:rsidRDefault="00FC1418" w:rsidP="00FC1418">
      <w:pPr>
        <w:pStyle w:val="Tabulka"/>
      </w:pPr>
    </w:p>
    <w:bookmarkEnd w:id="1"/>
    <w:p w14:paraId="13CEE7F1" w14:textId="77777777" w:rsidR="00D41CFE" w:rsidRDefault="00D41CFE" w:rsidP="00D41CFE">
      <w:pPr>
        <w:pStyle w:val="Tabulka"/>
      </w:pPr>
    </w:p>
    <w:p w14:paraId="771C384F" w14:textId="77777777" w:rsidR="002B288F" w:rsidRPr="002B288F" w:rsidRDefault="002B288F" w:rsidP="002B288F">
      <w:pPr>
        <w:pStyle w:val="Nadpistabulky"/>
        <w:rPr>
          <w:sz w:val="18"/>
          <w:szCs w:val="18"/>
        </w:rPr>
      </w:pPr>
      <w:r w:rsidRPr="002B288F">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2B288F" w:rsidRPr="00F95FBD" w14:paraId="797D4FD3" w14:textId="77777777" w:rsidTr="00033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A91DF9" w14:textId="77777777" w:rsidR="002B288F" w:rsidRPr="00F95FBD" w:rsidRDefault="002B288F" w:rsidP="000338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2EF82E4" w14:textId="77777777" w:rsidR="002B288F" w:rsidRPr="00F95FBD" w:rsidRDefault="002B288F" w:rsidP="000338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B288F" w:rsidRPr="00F95FBD" w14:paraId="2CCCAB3F"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576C3A2D" w14:textId="77777777" w:rsidR="002B288F" w:rsidRPr="00F95FBD" w:rsidRDefault="002B288F" w:rsidP="000338DF">
            <w:pPr>
              <w:pStyle w:val="Tabulka"/>
            </w:pPr>
            <w:r w:rsidRPr="00F95FBD">
              <w:t>Adresa</w:t>
            </w:r>
          </w:p>
        </w:tc>
        <w:tc>
          <w:tcPr>
            <w:tcW w:w="5812" w:type="dxa"/>
          </w:tcPr>
          <w:p w14:paraId="6E00B92B"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B8DA57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42D256D8" w14:textId="77777777" w:rsidR="002B288F" w:rsidRPr="00F95FBD" w:rsidRDefault="002B288F" w:rsidP="000338DF">
            <w:pPr>
              <w:pStyle w:val="Tabulka"/>
            </w:pPr>
            <w:r w:rsidRPr="00F95FBD">
              <w:t>E-mail</w:t>
            </w:r>
          </w:p>
        </w:tc>
        <w:tc>
          <w:tcPr>
            <w:tcW w:w="5812" w:type="dxa"/>
          </w:tcPr>
          <w:p w14:paraId="1A5A76D6"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B288F" w:rsidRPr="00F95FBD" w14:paraId="118E91C8" w14:textId="77777777" w:rsidTr="000338DF">
        <w:tc>
          <w:tcPr>
            <w:cnfStyle w:val="001000000000" w:firstRow="0" w:lastRow="0" w:firstColumn="1" w:lastColumn="0" w:oddVBand="0" w:evenVBand="0" w:oddHBand="0" w:evenHBand="0" w:firstRowFirstColumn="0" w:firstRowLastColumn="0" w:lastRowFirstColumn="0" w:lastRowLastColumn="0"/>
            <w:tcW w:w="3056" w:type="dxa"/>
          </w:tcPr>
          <w:p w14:paraId="2411A923" w14:textId="77777777" w:rsidR="002B288F" w:rsidRPr="00F95FBD" w:rsidRDefault="002B288F" w:rsidP="000338DF">
            <w:pPr>
              <w:pStyle w:val="Tabulka"/>
            </w:pPr>
            <w:r w:rsidRPr="00F95FBD">
              <w:t>Telefon</w:t>
            </w:r>
          </w:p>
        </w:tc>
        <w:tc>
          <w:tcPr>
            <w:tcW w:w="5812" w:type="dxa"/>
          </w:tcPr>
          <w:p w14:paraId="54927490" w14:textId="77777777" w:rsidR="002B288F" w:rsidRPr="00F95FBD" w:rsidRDefault="002B288F" w:rsidP="000338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699534" w14:textId="77777777" w:rsidR="002B288F" w:rsidRPr="00F95FBD" w:rsidRDefault="002B288F" w:rsidP="00D41CFE">
      <w:pPr>
        <w:pStyle w:val="Tabulka"/>
      </w:pPr>
    </w:p>
    <w:p w14:paraId="03A4B3DD" w14:textId="116714BD" w:rsidR="00D41CFE" w:rsidRPr="00F95FBD" w:rsidRDefault="00A45BB7" w:rsidP="00D41CFE">
      <w:pPr>
        <w:pStyle w:val="Nadpistabulky"/>
        <w:rPr>
          <w:sz w:val="18"/>
          <w:szCs w:val="18"/>
        </w:rPr>
      </w:pPr>
      <w:r>
        <w:rPr>
          <w:sz w:val="18"/>
          <w:szCs w:val="18"/>
        </w:rPr>
        <w:t>Autorizovaný</w:t>
      </w:r>
      <w:r w:rsidR="00C240B6" w:rsidRPr="00CB1C6E">
        <w:rPr>
          <w:sz w:val="18"/>
          <w:szCs w:val="18"/>
        </w:rPr>
        <w:t xml:space="preserve"> zeměměřický inženýr</w:t>
      </w:r>
    </w:p>
    <w:tbl>
      <w:tblPr>
        <w:tblStyle w:val="Tabulka10"/>
        <w:tblW w:w="8868" w:type="dxa"/>
        <w:tblLook w:val="04A0" w:firstRow="1" w:lastRow="0" w:firstColumn="1" w:lastColumn="0" w:noHBand="0" w:noVBand="1"/>
      </w:tblPr>
      <w:tblGrid>
        <w:gridCol w:w="3056"/>
        <w:gridCol w:w="5812"/>
      </w:tblGrid>
      <w:tr w:rsidR="00D41CFE" w:rsidRPr="00F95FBD" w14:paraId="019139A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93B434A"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3B7C4F8F"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D41CFE" w:rsidRPr="00F95FBD" w:rsidRDefault="00D41CFE" w:rsidP="00D86204">
            <w:pPr>
              <w:pStyle w:val="Tabulka"/>
            </w:pPr>
            <w:r w:rsidRPr="00F95FBD">
              <w:t>Adresa</w:t>
            </w:r>
          </w:p>
        </w:tc>
        <w:tc>
          <w:tcPr>
            <w:tcW w:w="5812" w:type="dxa"/>
          </w:tcPr>
          <w:p w14:paraId="772AAEA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00B953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D41CFE" w:rsidRPr="00F95FBD" w:rsidRDefault="00D41CFE" w:rsidP="00D86204">
            <w:pPr>
              <w:pStyle w:val="Tabulka"/>
            </w:pPr>
            <w:r w:rsidRPr="00F95FBD">
              <w:t>E-mail</w:t>
            </w:r>
          </w:p>
        </w:tc>
        <w:tc>
          <w:tcPr>
            <w:tcW w:w="5812" w:type="dxa"/>
          </w:tcPr>
          <w:p w14:paraId="77443E0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6008D1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D41CFE" w:rsidRPr="00F95FBD" w:rsidRDefault="00D41CFE" w:rsidP="00D86204">
            <w:pPr>
              <w:pStyle w:val="Tabulka"/>
            </w:pPr>
            <w:r w:rsidRPr="00F95FBD">
              <w:t>Telefon</w:t>
            </w:r>
          </w:p>
        </w:tc>
        <w:tc>
          <w:tcPr>
            <w:tcW w:w="5812" w:type="dxa"/>
          </w:tcPr>
          <w:p w14:paraId="3CC6E9B5"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5CB58A1C" w:rsidR="007C5289" w:rsidRPr="00BF576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F5769">
              <w:t xml:space="preserve">Minimálně </w:t>
            </w:r>
            <w:r w:rsidR="0003496E">
              <w:t>5</w:t>
            </w:r>
            <w:r w:rsidR="00072DAB" w:rsidRPr="00BF5769">
              <w:t xml:space="preserve">0 </w:t>
            </w:r>
            <w:r w:rsidRPr="00BF5769">
              <w:t>mil. Kč na jednu pojistnou událost</w:t>
            </w:r>
            <w:r w:rsidR="00A349C6" w:rsidRPr="00BF5769">
              <w:t xml:space="preserve"> a </w:t>
            </w:r>
            <w:r w:rsidR="0003496E">
              <w:t>1</w:t>
            </w:r>
            <w:r w:rsidR="000A735A" w:rsidRPr="00BF5769">
              <w:t>0</w:t>
            </w:r>
            <w:r w:rsidR="00072DAB" w:rsidRPr="00BF5769">
              <w:t xml:space="preserve">0 </w:t>
            </w:r>
            <w:r w:rsidRPr="00BF5769">
              <w:t>mil. Kč</w:t>
            </w:r>
            <w:r w:rsidR="00A349C6" w:rsidRPr="00BF5769">
              <w:t xml:space="preserve"> v </w:t>
            </w:r>
            <w:r w:rsidRPr="00BF576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even" r:id="rId58"/>
          <w:headerReference w:type="default" r:id="rId59"/>
          <w:footerReference w:type="even" r:id="rId60"/>
          <w:footerReference w:type="default" r:id="rId61"/>
          <w:headerReference w:type="first" r:id="rId6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t>Příloha č. 10</w:t>
      </w:r>
    </w:p>
    <w:p w14:paraId="5A41AAEC" w14:textId="77777777" w:rsidR="00405F42" w:rsidRPr="00405F42" w:rsidRDefault="00405F42" w:rsidP="00405F42">
      <w:pPr>
        <w:keepNext/>
        <w:spacing w:before="200" w:after="120" w:line="264" w:lineRule="auto"/>
        <w:rPr>
          <w:b/>
          <w:noProof/>
          <w:sz w:val="28"/>
          <w:szCs w:val="28"/>
        </w:rPr>
      </w:pPr>
      <w:bookmarkStart w:id="2" w:name="_Hlk132703151"/>
      <w:r w:rsidRPr="00405F42">
        <w:rPr>
          <w:b/>
          <w:noProof/>
          <w:sz w:val="28"/>
          <w:szCs w:val="28"/>
        </w:rPr>
        <w:t>Osvědčení Správy železnic, státní organizace o řádném poskytnutí a dokončení stavebních prací</w:t>
      </w:r>
    </w:p>
    <w:bookmarkEnd w:id="2"/>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3"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3"/>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405F42">
        <w:rPr>
          <w:rFonts w:asciiTheme="minorHAnsi" w:eastAsia="Times New Roman" w:hAnsiTheme="minorHAnsi"/>
          <w:bCs/>
          <w:i/>
          <w:sz w:val="18"/>
          <w:szCs w:val="18"/>
        </w:rPr>
        <w:t>základě</w:t>
      </w:r>
      <w:proofErr w:type="gramEnd"/>
      <w:r w:rsidRPr="00405F42">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even" r:id="rId63"/>
      <w:headerReference w:type="default" r:id="rId64"/>
      <w:footerReference w:type="default" r:id="rId65"/>
      <w:headerReference w:type="first" r:id="rId6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732D5" w14:textId="77777777" w:rsidR="00DE3BA5" w:rsidRDefault="00DE3BA5" w:rsidP="00962258">
      <w:pPr>
        <w:spacing w:after="0" w:line="240" w:lineRule="auto"/>
      </w:pPr>
      <w:r>
        <w:separator/>
      </w:r>
    </w:p>
  </w:endnote>
  <w:endnote w:type="continuationSeparator" w:id="0">
    <w:p w14:paraId="770D38E8" w14:textId="77777777" w:rsidR="00DE3BA5" w:rsidRDefault="00DE3B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0D66B28"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7B58FB6B"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6490CF04"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43080">
            <w:rPr>
              <w:rStyle w:val="slostrnky"/>
              <w:noProof/>
            </w:rPr>
            <w:t>4</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082A2DB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4</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4A250B1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0C49577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6E571B6F"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43080">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09F26CC"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DDD20E6"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A317" w14:textId="77777777" w:rsidR="00FE2853" w:rsidRDefault="00FE2853" w:rsidP="00FE2853">
    <w:pPr>
      <w:pStyle w:val="Textpoznpodarou"/>
    </w:pPr>
    <w:r>
      <w:rPr>
        <w:rStyle w:val="Znakapoznpodarou"/>
      </w:rPr>
      <w:footnoteRef/>
    </w:r>
    <w:r>
      <w:t xml:space="preserve"> </w:t>
    </w:r>
    <w:r w:rsidRPr="00427749">
      <w:t>Zhotovitel uvede při vystavování Faktury toto číslo v kolonce „ISPROFOND No.:“</w:t>
    </w:r>
  </w:p>
  <w:p w14:paraId="28C886B4" w14:textId="77777777" w:rsidR="00FE2853" w:rsidRDefault="00FE2853" w:rsidP="00FE2853">
    <w:pPr>
      <w:pStyle w:val="Textpoznpodarou"/>
    </w:pPr>
  </w:p>
  <w:p w14:paraId="11B81423" w14:textId="3A3334C9"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A84EBEF"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D58F707"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E70419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3080">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A23A9" w14:textId="77777777" w:rsidR="00DE3BA5" w:rsidRDefault="00DE3BA5" w:rsidP="00962258">
      <w:pPr>
        <w:spacing w:after="0" w:line="240" w:lineRule="auto"/>
      </w:pPr>
      <w:r>
        <w:separator/>
      </w:r>
    </w:p>
  </w:footnote>
  <w:footnote w:type="continuationSeparator" w:id="0">
    <w:p w14:paraId="50218DBE" w14:textId="77777777" w:rsidR="00DE3BA5" w:rsidRDefault="00DE3BA5" w:rsidP="00962258">
      <w:pPr>
        <w:spacing w:after="0" w:line="240" w:lineRule="auto"/>
      </w:pPr>
      <w:r>
        <w:continuationSeparator/>
      </w:r>
    </w:p>
  </w:footnote>
  <w:footnote w:id="1">
    <w:p w14:paraId="670C2430" w14:textId="1938E8AB" w:rsidR="00DF04D6" w:rsidRPr="00B30612" w:rsidRDefault="00DF04D6" w:rsidP="00DF04D6">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187F985D" w:rsidR="008A791F" w:rsidRPr="00B8518B" w:rsidRDefault="008A791F" w:rsidP="00FC6389">
          <w:pPr>
            <w:pStyle w:val="Zpat"/>
            <w:rPr>
              <w:rStyle w:val="slostrnky"/>
            </w:rPr>
          </w:pPr>
        </w:p>
      </w:tc>
      <w:tc>
        <w:tcPr>
          <w:tcW w:w="3458" w:type="dxa"/>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tcMar>
            <w:left w:w="0" w:type="dxa"/>
            <w:right w:w="0" w:type="dxa"/>
          </w:tcMar>
        </w:tcPr>
        <w:p w14:paraId="1FBCE88D" w14:textId="77777777" w:rsidR="008A791F" w:rsidRDefault="008A791F" w:rsidP="00FC6389">
          <w:pPr>
            <w:pStyle w:val="Zpat"/>
          </w:pPr>
        </w:p>
      </w:tc>
      <w:tc>
        <w:tcPr>
          <w:tcW w:w="5756" w:type="dxa"/>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98DC" w14:textId="49A86651" w:rsidR="00AC76AB" w:rsidRDefault="00AC76A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46941" w14:textId="124DB1BD" w:rsidR="00AC76AB" w:rsidRDefault="00AC76A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3D80D3E4" w:rsidR="008A791F" w:rsidRPr="00D6163D" w:rsidRDefault="008A791F">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C0FC3" w14:textId="2D6958CF" w:rsidR="00AC76AB" w:rsidRDefault="00AC76A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9C759" w14:textId="7CE9B8F4" w:rsidR="00AC76AB" w:rsidRDefault="00AC76AB">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59E3" w14:textId="3C289BB1" w:rsidR="00AC76AB" w:rsidRDefault="00AC76A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445CF" w14:textId="2BD597AD" w:rsidR="00AC76AB" w:rsidRDefault="00AC76A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B9F4" w14:textId="6FABC5F1" w:rsidR="00AC76AB" w:rsidRDefault="00AC76AB">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9E20A22" w:rsidR="008A791F" w:rsidRPr="00D6163D" w:rsidRDefault="008A791F">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DC6D0" w14:textId="76F39683" w:rsidR="00AC76AB" w:rsidRDefault="00AC76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7110D" w14:textId="4820418D" w:rsidR="00AC76AB" w:rsidRDefault="00AC76A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850D4" w14:textId="56438289" w:rsidR="00AC76AB" w:rsidRDefault="00AC76AB">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1AB29F" w:rsidR="008A791F" w:rsidRPr="00D6163D" w:rsidRDefault="008A791F">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C543" w14:textId="1AE8FC10" w:rsidR="00AC76AB" w:rsidRDefault="00AC76A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F40C" w14:textId="0E743384" w:rsidR="00AC76AB" w:rsidRDefault="00AC76AB">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0A6CE404" w:rsidR="008A791F" w:rsidRPr="00D6163D" w:rsidRDefault="008A791F">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6CBFE" w14:textId="7786D381" w:rsidR="00AC76AB" w:rsidRDefault="00AC76A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57BBE" w14:textId="0ED409C0" w:rsidR="00AC76AB" w:rsidRDefault="00AC76AB">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6D1D0EF7" w:rsidR="008A791F" w:rsidRPr="00D6163D" w:rsidRDefault="008A791F">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62BCD" w14:textId="39D9A1B2" w:rsidR="00AC76AB" w:rsidRDefault="00AC76A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4BFF6" w14:textId="67EAE82B" w:rsidR="00AC76AB" w:rsidRDefault="00AC76A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1293B8AB" w:rsidR="008A791F" w:rsidRPr="00D6163D" w:rsidRDefault="008A791F">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28B2A183" w:rsidR="008A791F" w:rsidRPr="00D6163D" w:rsidRDefault="008A791F">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3DB13" w14:textId="1981EECB" w:rsidR="00AC76AB" w:rsidRDefault="00AC76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C89B6" w14:textId="4ABEBE34" w:rsidR="00AC76AB" w:rsidRDefault="00AC76A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E254E" w14:textId="764B8874" w:rsidR="00AC76AB" w:rsidRDefault="00AC76A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5AEAA1BC"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875F4" w14:textId="3D936731" w:rsidR="00AC76AB" w:rsidRDefault="00AC76A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26A30" w14:textId="6CE58E5D" w:rsidR="00AC76AB" w:rsidRDefault="00AC76A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5C6A164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C116E98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879"/>
        </w:tabs>
        <w:ind w:left="879" w:hanging="737"/>
      </w:pPr>
      <w:rPr>
        <w:rFonts w:hint="default"/>
        <w:color w:val="auto"/>
      </w:rPr>
    </w:lvl>
    <w:lvl w:ilvl="2">
      <w:start w:val="1"/>
      <w:numFmt w:val="decimal"/>
      <w:pStyle w:val="Text1-2"/>
      <w:lvlText w:val="%1.13.2"/>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5573816">
    <w:abstractNumId w:val="4"/>
  </w:num>
  <w:num w:numId="2" w16cid:durableId="2058507446">
    <w:abstractNumId w:val="1"/>
  </w:num>
  <w:num w:numId="3" w16cid:durableId="1102070889">
    <w:abstractNumId w:val="11"/>
  </w:num>
  <w:num w:numId="4" w16cid:durableId="999581914">
    <w:abstractNumId w:val="5"/>
  </w:num>
  <w:num w:numId="5" w16cid:durableId="755053173">
    <w:abstractNumId w:val="6"/>
  </w:num>
  <w:num w:numId="6" w16cid:durableId="461732251">
    <w:abstractNumId w:val="0"/>
  </w:num>
  <w:num w:numId="7" w16cid:durableId="4894439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15930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7497643">
    <w:abstractNumId w:val="0"/>
  </w:num>
  <w:num w:numId="10" w16cid:durableId="678627351">
    <w:abstractNumId w:val="10"/>
  </w:num>
  <w:num w:numId="11" w16cid:durableId="184446468">
    <w:abstractNumId w:val="13"/>
  </w:num>
  <w:num w:numId="12" w16cid:durableId="470902045">
    <w:abstractNumId w:val="6"/>
  </w:num>
  <w:num w:numId="13" w16cid:durableId="1369453401">
    <w:abstractNumId w:val="8"/>
  </w:num>
  <w:num w:numId="14" w16cid:durableId="2071686280">
    <w:abstractNumId w:val="9"/>
  </w:num>
  <w:num w:numId="15" w16cid:durableId="679812490">
    <w:abstractNumId w:val="0"/>
  </w:num>
  <w:num w:numId="16" w16cid:durableId="721634578">
    <w:abstractNumId w:val="2"/>
  </w:num>
  <w:num w:numId="17" w16cid:durableId="212620824">
    <w:abstractNumId w:val="12"/>
  </w:num>
  <w:num w:numId="18" w16cid:durableId="449207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7208902">
    <w:abstractNumId w:val="3"/>
  </w:num>
  <w:num w:numId="20" w16cid:durableId="446585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020424">
    <w:abstractNumId w:val="8"/>
    <w:lvlOverride w:ilvl="0">
      <w:startOverride w:val="1"/>
    </w:lvlOverride>
  </w:num>
  <w:num w:numId="22" w16cid:durableId="962463719">
    <w:abstractNumId w:val="0"/>
    <w:lvlOverride w:ilvl="0">
      <w:startOverride w:val="4"/>
    </w:lvlOverride>
    <w:lvlOverride w:ilvl="1">
      <w:startOverride w:val="12"/>
    </w:lvlOverride>
    <w:lvlOverride w:ilvl="2">
      <w:startOverride w:val="2"/>
    </w:lvlOverride>
  </w:num>
  <w:num w:numId="23" w16cid:durableId="184551272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3496E"/>
    <w:rsid w:val="00035B41"/>
    <w:rsid w:val="000376B2"/>
    <w:rsid w:val="000413C6"/>
    <w:rsid w:val="00041EC8"/>
    <w:rsid w:val="000432C2"/>
    <w:rsid w:val="00043B92"/>
    <w:rsid w:val="000454C8"/>
    <w:rsid w:val="0004706B"/>
    <w:rsid w:val="0004726A"/>
    <w:rsid w:val="00060071"/>
    <w:rsid w:val="000641AA"/>
    <w:rsid w:val="0006588D"/>
    <w:rsid w:val="000663FC"/>
    <w:rsid w:val="00066940"/>
    <w:rsid w:val="00067A5E"/>
    <w:rsid w:val="000719BB"/>
    <w:rsid w:val="00072A65"/>
    <w:rsid w:val="00072C1E"/>
    <w:rsid w:val="00072DAB"/>
    <w:rsid w:val="00085B49"/>
    <w:rsid w:val="000912DC"/>
    <w:rsid w:val="00091FCE"/>
    <w:rsid w:val="00095562"/>
    <w:rsid w:val="000A1915"/>
    <w:rsid w:val="000A1EC3"/>
    <w:rsid w:val="000A735A"/>
    <w:rsid w:val="000B18B0"/>
    <w:rsid w:val="000B394B"/>
    <w:rsid w:val="000B4EB8"/>
    <w:rsid w:val="000C2102"/>
    <w:rsid w:val="000C2D3C"/>
    <w:rsid w:val="000C41F2"/>
    <w:rsid w:val="000C4EB8"/>
    <w:rsid w:val="000C7162"/>
    <w:rsid w:val="000C7DA9"/>
    <w:rsid w:val="000D1678"/>
    <w:rsid w:val="000D22C4"/>
    <w:rsid w:val="000D27D1"/>
    <w:rsid w:val="000E1A7F"/>
    <w:rsid w:val="000E5B8E"/>
    <w:rsid w:val="000E5DFE"/>
    <w:rsid w:val="000E65EA"/>
    <w:rsid w:val="000F78A6"/>
    <w:rsid w:val="00105B99"/>
    <w:rsid w:val="00106CD8"/>
    <w:rsid w:val="00110085"/>
    <w:rsid w:val="00112864"/>
    <w:rsid w:val="00114080"/>
    <w:rsid w:val="00114472"/>
    <w:rsid w:val="00114988"/>
    <w:rsid w:val="00115069"/>
    <w:rsid w:val="001150F2"/>
    <w:rsid w:val="0011547B"/>
    <w:rsid w:val="0011686F"/>
    <w:rsid w:val="0012031C"/>
    <w:rsid w:val="00124A35"/>
    <w:rsid w:val="00127ACB"/>
    <w:rsid w:val="00133726"/>
    <w:rsid w:val="001416C0"/>
    <w:rsid w:val="00143EC0"/>
    <w:rsid w:val="00150E4D"/>
    <w:rsid w:val="001513DC"/>
    <w:rsid w:val="0015406E"/>
    <w:rsid w:val="00155EB3"/>
    <w:rsid w:val="001656A2"/>
    <w:rsid w:val="00165977"/>
    <w:rsid w:val="00170EC5"/>
    <w:rsid w:val="00173349"/>
    <w:rsid w:val="00173A70"/>
    <w:rsid w:val="00174312"/>
    <w:rsid w:val="001747C1"/>
    <w:rsid w:val="00177D6B"/>
    <w:rsid w:val="0018043E"/>
    <w:rsid w:val="00182075"/>
    <w:rsid w:val="00183FBA"/>
    <w:rsid w:val="00187660"/>
    <w:rsid w:val="00191F90"/>
    <w:rsid w:val="001A14B8"/>
    <w:rsid w:val="001B0C6A"/>
    <w:rsid w:val="001B1D4D"/>
    <w:rsid w:val="001B4E74"/>
    <w:rsid w:val="001C5817"/>
    <w:rsid w:val="001C645F"/>
    <w:rsid w:val="001C68BE"/>
    <w:rsid w:val="001D5DEF"/>
    <w:rsid w:val="001D6E48"/>
    <w:rsid w:val="001E678E"/>
    <w:rsid w:val="001F518E"/>
    <w:rsid w:val="002016BE"/>
    <w:rsid w:val="002038D5"/>
    <w:rsid w:val="002054A6"/>
    <w:rsid w:val="002071BB"/>
    <w:rsid w:val="00207DF5"/>
    <w:rsid w:val="00211ABD"/>
    <w:rsid w:val="00214CD8"/>
    <w:rsid w:val="0022446A"/>
    <w:rsid w:val="002244CE"/>
    <w:rsid w:val="00225027"/>
    <w:rsid w:val="00225674"/>
    <w:rsid w:val="002333E5"/>
    <w:rsid w:val="0023747B"/>
    <w:rsid w:val="00237604"/>
    <w:rsid w:val="00237684"/>
    <w:rsid w:val="002377F2"/>
    <w:rsid w:val="00237843"/>
    <w:rsid w:val="00237B02"/>
    <w:rsid w:val="002406CA"/>
    <w:rsid w:val="00240933"/>
    <w:rsid w:val="00240B81"/>
    <w:rsid w:val="002463E4"/>
    <w:rsid w:val="00246486"/>
    <w:rsid w:val="00247D01"/>
    <w:rsid w:val="00251935"/>
    <w:rsid w:val="00252206"/>
    <w:rsid w:val="00255660"/>
    <w:rsid w:val="00255B10"/>
    <w:rsid w:val="00256785"/>
    <w:rsid w:val="002575CE"/>
    <w:rsid w:val="00261A5B"/>
    <w:rsid w:val="00262E5B"/>
    <w:rsid w:val="002726D1"/>
    <w:rsid w:val="00276AFE"/>
    <w:rsid w:val="002842DC"/>
    <w:rsid w:val="00284B29"/>
    <w:rsid w:val="00285ED8"/>
    <w:rsid w:val="00286E07"/>
    <w:rsid w:val="00292730"/>
    <w:rsid w:val="002941CA"/>
    <w:rsid w:val="00297950"/>
    <w:rsid w:val="002A3B57"/>
    <w:rsid w:val="002B05CD"/>
    <w:rsid w:val="002B288F"/>
    <w:rsid w:val="002B4972"/>
    <w:rsid w:val="002C31BF"/>
    <w:rsid w:val="002D0332"/>
    <w:rsid w:val="002D14D1"/>
    <w:rsid w:val="002D1625"/>
    <w:rsid w:val="002D3591"/>
    <w:rsid w:val="002D6EE5"/>
    <w:rsid w:val="002D7FD6"/>
    <w:rsid w:val="002E0CD7"/>
    <w:rsid w:val="002E0CFB"/>
    <w:rsid w:val="002E24EF"/>
    <w:rsid w:val="002E5C7B"/>
    <w:rsid w:val="002F2DC5"/>
    <w:rsid w:val="002F4333"/>
    <w:rsid w:val="002F5034"/>
    <w:rsid w:val="002F52D1"/>
    <w:rsid w:val="0030003A"/>
    <w:rsid w:val="00307320"/>
    <w:rsid w:val="00310622"/>
    <w:rsid w:val="003149C0"/>
    <w:rsid w:val="00316F18"/>
    <w:rsid w:val="003170A9"/>
    <w:rsid w:val="00323EAA"/>
    <w:rsid w:val="00327EEF"/>
    <w:rsid w:val="00331951"/>
    <w:rsid w:val="0033239F"/>
    <w:rsid w:val="0034274B"/>
    <w:rsid w:val="00342DC7"/>
    <w:rsid w:val="00345161"/>
    <w:rsid w:val="00346732"/>
    <w:rsid w:val="0034719F"/>
    <w:rsid w:val="00350A35"/>
    <w:rsid w:val="003571D8"/>
    <w:rsid w:val="00357BC6"/>
    <w:rsid w:val="003610C9"/>
    <w:rsid w:val="00361422"/>
    <w:rsid w:val="00363530"/>
    <w:rsid w:val="003645C4"/>
    <w:rsid w:val="00366490"/>
    <w:rsid w:val="003728ED"/>
    <w:rsid w:val="0037545D"/>
    <w:rsid w:val="00375983"/>
    <w:rsid w:val="00382539"/>
    <w:rsid w:val="003832B5"/>
    <w:rsid w:val="0038714D"/>
    <w:rsid w:val="003876CB"/>
    <w:rsid w:val="0039231C"/>
    <w:rsid w:val="00392910"/>
    <w:rsid w:val="00392EB6"/>
    <w:rsid w:val="00394474"/>
    <w:rsid w:val="003956C6"/>
    <w:rsid w:val="003B0A0E"/>
    <w:rsid w:val="003B16AA"/>
    <w:rsid w:val="003B23D6"/>
    <w:rsid w:val="003B3AFC"/>
    <w:rsid w:val="003C1F72"/>
    <w:rsid w:val="003C33F2"/>
    <w:rsid w:val="003D1F5F"/>
    <w:rsid w:val="003D574C"/>
    <w:rsid w:val="003D6859"/>
    <w:rsid w:val="003D756E"/>
    <w:rsid w:val="003E420D"/>
    <w:rsid w:val="003E4257"/>
    <w:rsid w:val="003E4C13"/>
    <w:rsid w:val="003E5BDC"/>
    <w:rsid w:val="003F096A"/>
    <w:rsid w:val="003F62A5"/>
    <w:rsid w:val="00401D55"/>
    <w:rsid w:val="00404227"/>
    <w:rsid w:val="00405F42"/>
    <w:rsid w:val="004078F3"/>
    <w:rsid w:val="004142EE"/>
    <w:rsid w:val="004160CB"/>
    <w:rsid w:val="00427794"/>
    <w:rsid w:val="00430B3D"/>
    <w:rsid w:val="004328E4"/>
    <w:rsid w:val="00432A31"/>
    <w:rsid w:val="00436642"/>
    <w:rsid w:val="00450F07"/>
    <w:rsid w:val="00450F44"/>
    <w:rsid w:val="00453CD3"/>
    <w:rsid w:val="00455CE8"/>
    <w:rsid w:val="00460660"/>
    <w:rsid w:val="00464BA9"/>
    <w:rsid w:val="0047195E"/>
    <w:rsid w:val="00483969"/>
    <w:rsid w:val="00486107"/>
    <w:rsid w:val="00491827"/>
    <w:rsid w:val="00491E4B"/>
    <w:rsid w:val="0049587D"/>
    <w:rsid w:val="004A17ED"/>
    <w:rsid w:val="004A2B52"/>
    <w:rsid w:val="004B37D9"/>
    <w:rsid w:val="004B4299"/>
    <w:rsid w:val="004B4AD4"/>
    <w:rsid w:val="004B69DB"/>
    <w:rsid w:val="004C35AB"/>
    <w:rsid w:val="004C4399"/>
    <w:rsid w:val="004C787C"/>
    <w:rsid w:val="004D09FB"/>
    <w:rsid w:val="004D395E"/>
    <w:rsid w:val="004E430A"/>
    <w:rsid w:val="004E6233"/>
    <w:rsid w:val="004E6396"/>
    <w:rsid w:val="004E63CA"/>
    <w:rsid w:val="004E70FB"/>
    <w:rsid w:val="004E7A1F"/>
    <w:rsid w:val="004F4B9B"/>
    <w:rsid w:val="00500D22"/>
    <w:rsid w:val="00500E0F"/>
    <w:rsid w:val="00502210"/>
    <w:rsid w:val="00502690"/>
    <w:rsid w:val="0050510F"/>
    <w:rsid w:val="0050666E"/>
    <w:rsid w:val="00511AB9"/>
    <w:rsid w:val="00515632"/>
    <w:rsid w:val="00523BB5"/>
    <w:rsid w:val="00523EA7"/>
    <w:rsid w:val="00532590"/>
    <w:rsid w:val="00534258"/>
    <w:rsid w:val="005406EB"/>
    <w:rsid w:val="00541649"/>
    <w:rsid w:val="00544816"/>
    <w:rsid w:val="00553375"/>
    <w:rsid w:val="00555884"/>
    <w:rsid w:val="00556EDA"/>
    <w:rsid w:val="00560CDA"/>
    <w:rsid w:val="005614AC"/>
    <w:rsid w:val="0056209D"/>
    <w:rsid w:val="0056278A"/>
    <w:rsid w:val="0056771A"/>
    <w:rsid w:val="005736B7"/>
    <w:rsid w:val="00575E5A"/>
    <w:rsid w:val="0057614D"/>
    <w:rsid w:val="00580245"/>
    <w:rsid w:val="0058059E"/>
    <w:rsid w:val="00580FF1"/>
    <w:rsid w:val="00582279"/>
    <w:rsid w:val="00582A82"/>
    <w:rsid w:val="00590C91"/>
    <w:rsid w:val="00591BC0"/>
    <w:rsid w:val="005967E0"/>
    <w:rsid w:val="00596EF6"/>
    <w:rsid w:val="005A1F44"/>
    <w:rsid w:val="005A33CA"/>
    <w:rsid w:val="005B778D"/>
    <w:rsid w:val="005B7824"/>
    <w:rsid w:val="005C3667"/>
    <w:rsid w:val="005D1226"/>
    <w:rsid w:val="005D3C39"/>
    <w:rsid w:val="005D6794"/>
    <w:rsid w:val="005D7B1B"/>
    <w:rsid w:val="005E211A"/>
    <w:rsid w:val="005E22EE"/>
    <w:rsid w:val="005E2F93"/>
    <w:rsid w:val="005E4D07"/>
    <w:rsid w:val="005E5AE7"/>
    <w:rsid w:val="005E7125"/>
    <w:rsid w:val="005F14BD"/>
    <w:rsid w:val="005F3A8C"/>
    <w:rsid w:val="00600ECE"/>
    <w:rsid w:val="00600FA0"/>
    <w:rsid w:val="00601A8C"/>
    <w:rsid w:val="0061068E"/>
    <w:rsid w:val="006115D3"/>
    <w:rsid w:val="00623FDC"/>
    <w:rsid w:val="006243F3"/>
    <w:rsid w:val="006265D1"/>
    <w:rsid w:val="00643080"/>
    <w:rsid w:val="0064718A"/>
    <w:rsid w:val="00651BB3"/>
    <w:rsid w:val="00652135"/>
    <w:rsid w:val="00653EB8"/>
    <w:rsid w:val="0065439F"/>
    <w:rsid w:val="0065610E"/>
    <w:rsid w:val="00660AD3"/>
    <w:rsid w:val="00661E3D"/>
    <w:rsid w:val="006776B6"/>
    <w:rsid w:val="00682A26"/>
    <w:rsid w:val="00684D0D"/>
    <w:rsid w:val="00693150"/>
    <w:rsid w:val="00697F5E"/>
    <w:rsid w:val="006A014C"/>
    <w:rsid w:val="006A32ED"/>
    <w:rsid w:val="006A5570"/>
    <w:rsid w:val="006A5576"/>
    <w:rsid w:val="006A689C"/>
    <w:rsid w:val="006A698D"/>
    <w:rsid w:val="006B3D79"/>
    <w:rsid w:val="006B43E5"/>
    <w:rsid w:val="006B6FE4"/>
    <w:rsid w:val="006C2343"/>
    <w:rsid w:val="006C442A"/>
    <w:rsid w:val="006C755E"/>
    <w:rsid w:val="006D5AB1"/>
    <w:rsid w:val="006D7A7A"/>
    <w:rsid w:val="006D7CAF"/>
    <w:rsid w:val="006E0578"/>
    <w:rsid w:val="006E181C"/>
    <w:rsid w:val="006E314D"/>
    <w:rsid w:val="006E7799"/>
    <w:rsid w:val="006F4F8D"/>
    <w:rsid w:val="006F680F"/>
    <w:rsid w:val="006F6E55"/>
    <w:rsid w:val="006F782C"/>
    <w:rsid w:val="00704D1E"/>
    <w:rsid w:val="0070619B"/>
    <w:rsid w:val="00710723"/>
    <w:rsid w:val="007145F3"/>
    <w:rsid w:val="0072053A"/>
    <w:rsid w:val="00723ED1"/>
    <w:rsid w:val="00725742"/>
    <w:rsid w:val="00730079"/>
    <w:rsid w:val="00733115"/>
    <w:rsid w:val="00737C7A"/>
    <w:rsid w:val="00740253"/>
    <w:rsid w:val="00740AF5"/>
    <w:rsid w:val="00743525"/>
    <w:rsid w:val="007470DC"/>
    <w:rsid w:val="007541A2"/>
    <w:rsid w:val="00755818"/>
    <w:rsid w:val="007616C2"/>
    <w:rsid w:val="0076286B"/>
    <w:rsid w:val="007629F8"/>
    <w:rsid w:val="00766846"/>
    <w:rsid w:val="00773071"/>
    <w:rsid w:val="0077332B"/>
    <w:rsid w:val="00773E76"/>
    <w:rsid w:val="00775BBF"/>
    <w:rsid w:val="0077673A"/>
    <w:rsid w:val="00780051"/>
    <w:rsid w:val="00781996"/>
    <w:rsid w:val="007846E1"/>
    <w:rsid w:val="007847D6"/>
    <w:rsid w:val="007852BB"/>
    <w:rsid w:val="007853BA"/>
    <w:rsid w:val="0079290B"/>
    <w:rsid w:val="00792BEB"/>
    <w:rsid w:val="00792D22"/>
    <w:rsid w:val="007A089C"/>
    <w:rsid w:val="007A4505"/>
    <w:rsid w:val="007A5172"/>
    <w:rsid w:val="007A67A0"/>
    <w:rsid w:val="007A7638"/>
    <w:rsid w:val="007A7DDE"/>
    <w:rsid w:val="007B0D3C"/>
    <w:rsid w:val="007B1534"/>
    <w:rsid w:val="007B570C"/>
    <w:rsid w:val="007C3967"/>
    <w:rsid w:val="007C4B27"/>
    <w:rsid w:val="007C5289"/>
    <w:rsid w:val="007D26F9"/>
    <w:rsid w:val="007E25F0"/>
    <w:rsid w:val="007E4A6E"/>
    <w:rsid w:val="007F56A7"/>
    <w:rsid w:val="007F5C0B"/>
    <w:rsid w:val="00800851"/>
    <w:rsid w:val="00801289"/>
    <w:rsid w:val="00802E17"/>
    <w:rsid w:val="00807DD0"/>
    <w:rsid w:val="00810134"/>
    <w:rsid w:val="0081324C"/>
    <w:rsid w:val="008156D5"/>
    <w:rsid w:val="00821D01"/>
    <w:rsid w:val="00826B7B"/>
    <w:rsid w:val="008341DD"/>
    <w:rsid w:val="0083541D"/>
    <w:rsid w:val="00837C02"/>
    <w:rsid w:val="00837D45"/>
    <w:rsid w:val="00841336"/>
    <w:rsid w:val="00846789"/>
    <w:rsid w:val="008527C7"/>
    <w:rsid w:val="00855469"/>
    <w:rsid w:val="008556F2"/>
    <w:rsid w:val="00856A52"/>
    <w:rsid w:val="00866994"/>
    <w:rsid w:val="00875CC2"/>
    <w:rsid w:val="008760DD"/>
    <w:rsid w:val="00883098"/>
    <w:rsid w:val="0089102A"/>
    <w:rsid w:val="008911C8"/>
    <w:rsid w:val="008924AF"/>
    <w:rsid w:val="008928D0"/>
    <w:rsid w:val="008A29FE"/>
    <w:rsid w:val="008A3568"/>
    <w:rsid w:val="008A3CE1"/>
    <w:rsid w:val="008A7656"/>
    <w:rsid w:val="008A791F"/>
    <w:rsid w:val="008B2F29"/>
    <w:rsid w:val="008B48D3"/>
    <w:rsid w:val="008B78DF"/>
    <w:rsid w:val="008C4850"/>
    <w:rsid w:val="008C50F3"/>
    <w:rsid w:val="008C5F8E"/>
    <w:rsid w:val="008C7539"/>
    <w:rsid w:val="008C7EFE"/>
    <w:rsid w:val="008D03B9"/>
    <w:rsid w:val="008D30C7"/>
    <w:rsid w:val="008D4A07"/>
    <w:rsid w:val="008D7009"/>
    <w:rsid w:val="008D7E98"/>
    <w:rsid w:val="008E6C18"/>
    <w:rsid w:val="008F18D6"/>
    <w:rsid w:val="008F2C9B"/>
    <w:rsid w:val="008F4B03"/>
    <w:rsid w:val="008F7242"/>
    <w:rsid w:val="008F797B"/>
    <w:rsid w:val="009037C1"/>
    <w:rsid w:val="00904780"/>
    <w:rsid w:val="0090635B"/>
    <w:rsid w:val="00911956"/>
    <w:rsid w:val="00911FCD"/>
    <w:rsid w:val="009152C2"/>
    <w:rsid w:val="00922385"/>
    <w:rsid w:val="009223DF"/>
    <w:rsid w:val="009327C9"/>
    <w:rsid w:val="009342DD"/>
    <w:rsid w:val="00934B6B"/>
    <w:rsid w:val="00935992"/>
    <w:rsid w:val="00936091"/>
    <w:rsid w:val="0093758A"/>
    <w:rsid w:val="00940D8A"/>
    <w:rsid w:val="00946FE9"/>
    <w:rsid w:val="009552C7"/>
    <w:rsid w:val="00960B34"/>
    <w:rsid w:val="00960C0C"/>
    <w:rsid w:val="00961463"/>
    <w:rsid w:val="00962258"/>
    <w:rsid w:val="009678B7"/>
    <w:rsid w:val="00974722"/>
    <w:rsid w:val="00976475"/>
    <w:rsid w:val="009771EC"/>
    <w:rsid w:val="00977CD2"/>
    <w:rsid w:val="0098100D"/>
    <w:rsid w:val="00981A1D"/>
    <w:rsid w:val="00982681"/>
    <w:rsid w:val="00983C22"/>
    <w:rsid w:val="009844F6"/>
    <w:rsid w:val="00985DF9"/>
    <w:rsid w:val="00992D9C"/>
    <w:rsid w:val="00995DF9"/>
    <w:rsid w:val="009969F8"/>
    <w:rsid w:val="00996CB8"/>
    <w:rsid w:val="009A3E79"/>
    <w:rsid w:val="009A522E"/>
    <w:rsid w:val="009B0264"/>
    <w:rsid w:val="009B285D"/>
    <w:rsid w:val="009B2E97"/>
    <w:rsid w:val="009B4201"/>
    <w:rsid w:val="009B5146"/>
    <w:rsid w:val="009C274B"/>
    <w:rsid w:val="009C418E"/>
    <w:rsid w:val="009C442C"/>
    <w:rsid w:val="009D25D3"/>
    <w:rsid w:val="009D7398"/>
    <w:rsid w:val="009D7EE9"/>
    <w:rsid w:val="009E07F4"/>
    <w:rsid w:val="009E212E"/>
    <w:rsid w:val="009F0867"/>
    <w:rsid w:val="009F1A9B"/>
    <w:rsid w:val="009F2B0D"/>
    <w:rsid w:val="009F309B"/>
    <w:rsid w:val="009F392E"/>
    <w:rsid w:val="009F53C5"/>
    <w:rsid w:val="009F638B"/>
    <w:rsid w:val="00A0740E"/>
    <w:rsid w:val="00A1466C"/>
    <w:rsid w:val="00A21A01"/>
    <w:rsid w:val="00A21B2B"/>
    <w:rsid w:val="00A23BA1"/>
    <w:rsid w:val="00A2666C"/>
    <w:rsid w:val="00A349C6"/>
    <w:rsid w:val="00A35D6D"/>
    <w:rsid w:val="00A41162"/>
    <w:rsid w:val="00A41737"/>
    <w:rsid w:val="00A4204C"/>
    <w:rsid w:val="00A45BB7"/>
    <w:rsid w:val="00A47A9F"/>
    <w:rsid w:val="00A50641"/>
    <w:rsid w:val="00A530BF"/>
    <w:rsid w:val="00A56536"/>
    <w:rsid w:val="00A573DA"/>
    <w:rsid w:val="00A6177B"/>
    <w:rsid w:val="00A637A7"/>
    <w:rsid w:val="00A66136"/>
    <w:rsid w:val="00A6689C"/>
    <w:rsid w:val="00A7050F"/>
    <w:rsid w:val="00A71189"/>
    <w:rsid w:val="00A72F8F"/>
    <w:rsid w:val="00A7364A"/>
    <w:rsid w:val="00A74DCC"/>
    <w:rsid w:val="00A753ED"/>
    <w:rsid w:val="00A76E05"/>
    <w:rsid w:val="00A77512"/>
    <w:rsid w:val="00A92830"/>
    <w:rsid w:val="00A944F1"/>
    <w:rsid w:val="00A94C2F"/>
    <w:rsid w:val="00AA3403"/>
    <w:rsid w:val="00AA4762"/>
    <w:rsid w:val="00AA4CBB"/>
    <w:rsid w:val="00AA65FA"/>
    <w:rsid w:val="00AA7351"/>
    <w:rsid w:val="00AA7AB8"/>
    <w:rsid w:val="00AB34E2"/>
    <w:rsid w:val="00AB5342"/>
    <w:rsid w:val="00AB5F0F"/>
    <w:rsid w:val="00AC0222"/>
    <w:rsid w:val="00AC76AB"/>
    <w:rsid w:val="00AD056F"/>
    <w:rsid w:val="00AD0C7B"/>
    <w:rsid w:val="00AD57AF"/>
    <w:rsid w:val="00AD5F1A"/>
    <w:rsid w:val="00AD6731"/>
    <w:rsid w:val="00AE0550"/>
    <w:rsid w:val="00AE4B52"/>
    <w:rsid w:val="00AF41F8"/>
    <w:rsid w:val="00AF45FB"/>
    <w:rsid w:val="00AF7AEE"/>
    <w:rsid w:val="00B008D5"/>
    <w:rsid w:val="00B016E5"/>
    <w:rsid w:val="00B020AB"/>
    <w:rsid w:val="00B02F73"/>
    <w:rsid w:val="00B05B31"/>
    <w:rsid w:val="00B0619F"/>
    <w:rsid w:val="00B06E55"/>
    <w:rsid w:val="00B11B31"/>
    <w:rsid w:val="00B13A26"/>
    <w:rsid w:val="00B14D6E"/>
    <w:rsid w:val="00B15D0D"/>
    <w:rsid w:val="00B16773"/>
    <w:rsid w:val="00B22106"/>
    <w:rsid w:val="00B25797"/>
    <w:rsid w:val="00B35932"/>
    <w:rsid w:val="00B42F40"/>
    <w:rsid w:val="00B45940"/>
    <w:rsid w:val="00B46A46"/>
    <w:rsid w:val="00B5431A"/>
    <w:rsid w:val="00B565A0"/>
    <w:rsid w:val="00B57B06"/>
    <w:rsid w:val="00B63BD1"/>
    <w:rsid w:val="00B675F5"/>
    <w:rsid w:val="00B7287A"/>
    <w:rsid w:val="00B75EE1"/>
    <w:rsid w:val="00B77228"/>
    <w:rsid w:val="00B77481"/>
    <w:rsid w:val="00B824F1"/>
    <w:rsid w:val="00B8518B"/>
    <w:rsid w:val="00B8787D"/>
    <w:rsid w:val="00B90755"/>
    <w:rsid w:val="00B90BE2"/>
    <w:rsid w:val="00B97862"/>
    <w:rsid w:val="00B97CC3"/>
    <w:rsid w:val="00BA4169"/>
    <w:rsid w:val="00BA4978"/>
    <w:rsid w:val="00BB12C1"/>
    <w:rsid w:val="00BB1390"/>
    <w:rsid w:val="00BB1F16"/>
    <w:rsid w:val="00BB2190"/>
    <w:rsid w:val="00BB31AD"/>
    <w:rsid w:val="00BB5101"/>
    <w:rsid w:val="00BC06C4"/>
    <w:rsid w:val="00BC5BDD"/>
    <w:rsid w:val="00BC6C17"/>
    <w:rsid w:val="00BC7801"/>
    <w:rsid w:val="00BD4363"/>
    <w:rsid w:val="00BD5DE9"/>
    <w:rsid w:val="00BD742B"/>
    <w:rsid w:val="00BD7E91"/>
    <w:rsid w:val="00BD7F0D"/>
    <w:rsid w:val="00BE5369"/>
    <w:rsid w:val="00BE5FD5"/>
    <w:rsid w:val="00BF2895"/>
    <w:rsid w:val="00BF4C5D"/>
    <w:rsid w:val="00BF5769"/>
    <w:rsid w:val="00BF6309"/>
    <w:rsid w:val="00C01453"/>
    <w:rsid w:val="00C02D0A"/>
    <w:rsid w:val="00C03A6E"/>
    <w:rsid w:val="00C04CDD"/>
    <w:rsid w:val="00C102AB"/>
    <w:rsid w:val="00C129A7"/>
    <w:rsid w:val="00C14413"/>
    <w:rsid w:val="00C159A7"/>
    <w:rsid w:val="00C22586"/>
    <w:rsid w:val="00C226C0"/>
    <w:rsid w:val="00C240B6"/>
    <w:rsid w:val="00C31BB3"/>
    <w:rsid w:val="00C34B46"/>
    <w:rsid w:val="00C42FE6"/>
    <w:rsid w:val="00C44F6A"/>
    <w:rsid w:val="00C46935"/>
    <w:rsid w:val="00C52847"/>
    <w:rsid w:val="00C53FB6"/>
    <w:rsid w:val="00C6198E"/>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CE3B2C"/>
    <w:rsid w:val="00D01353"/>
    <w:rsid w:val="00D02187"/>
    <w:rsid w:val="00D034A0"/>
    <w:rsid w:val="00D07608"/>
    <w:rsid w:val="00D21061"/>
    <w:rsid w:val="00D2192A"/>
    <w:rsid w:val="00D4031F"/>
    <w:rsid w:val="00D4108E"/>
    <w:rsid w:val="00D41385"/>
    <w:rsid w:val="00D41CFE"/>
    <w:rsid w:val="00D4328E"/>
    <w:rsid w:val="00D50FE6"/>
    <w:rsid w:val="00D533B9"/>
    <w:rsid w:val="00D55B0C"/>
    <w:rsid w:val="00D6163D"/>
    <w:rsid w:val="00D6228E"/>
    <w:rsid w:val="00D63033"/>
    <w:rsid w:val="00D659A5"/>
    <w:rsid w:val="00D701DC"/>
    <w:rsid w:val="00D765EC"/>
    <w:rsid w:val="00D82717"/>
    <w:rsid w:val="00D831A3"/>
    <w:rsid w:val="00D86204"/>
    <w:rsid w:val="00D91102"/>
    <w:rsid w:val="00D9647A"/>
    <w:rsid w:val="00D97BE3"/>
    <w:rsid w:val="00DA3711"/>
    <w:rsid w:val="00DB07B0"/>
    <w:rsid w:val="00DB0CD2"/>
    <w:rsid w:val="00DB20D5"/>
    <w:rsid w:val="00DC727C"/>
    <w:rsid w:val="00DC7EBF"/>
    <w:rsid w:val="00DD11B7"/>
    <w:rsid w:val="00DD1C51"/>
    <w:rsid w:val="00DD46F3"/>
    <w:rsid w:val="00DD4862"/>
    <w:rsid w:val="00DD4947"/>
    <w:rsid w:val="00DE063C"/>
    <w:rsid w:val="00DE06ED"/>
    <w:rsid w:val="00DE3BA5"/>
    <w:rsid w:val="00DE56F2"/>
    <w:rsid w:val="00DF04D6"/>
    <w:rsid w:val="00DF116D"/>
    <w:rsid w:val="00DF2BFF"/>
    <w:rsid w:val="00DF7604"/>
    <w:rsid w:val="00E1441D"/>
    <w:rsid w:val="00E16FF7"/>
    <w:rsid w:val="00E26D68"/>
    <w:rsid w:val="00E27D54"/>
    <w:rsid w:val="00E30910"/>
    <w:rsid w:val="00E31C62"/>
    <w:rsid w:val="00E420E2"/>
    <w:rsid w:val="00E44045"/>
    <w:rsid w:val="00E455F6"/>
    <w:rsid w:val="00E618C4"/>
    <w:rsid w:val="00E62689"/>
    <w:rsid w:val="00E66CED"/>
    <w:rsid w:val="00E7415D"/>
    <w:rsid w:val="00E761E9"/>
    <w:rsid w:val="00E7745D"/>
    <w:rsid w:val="00E850BC"/>
    <w:rsid w:val="00E865D7"/>
    <w:rsid w:val="00E878EE"/>
    <w:rsid w:val="00E901A3"/>
    <w:rsid w:val="00E90D76"/>
    <w:rsid w:val="00E92F8F"/>
    <w:rsid w:val="00EA585B"/>
    <w:rsid w:val="00EA6EC7"/>
    <w:rsid w:val="00EB0103"/>
    <w:rsid w:val="00EB104F"/>
    <w:rsid w:val="00EB1E23"/>
    <w:rsid w:val="00EB251F"/>
    <w:rsid w:val="00EB46E5"/>
    <w:rsid w:val="00EB7943"/>
    <w:rsid w:val="00EC26FE"/>
    <w:rsid w:val="00EC6AEA"/>
    <w:rsid w:val="00ED14BD"/>
    <w:rsid w:val="00EE2D3D"/>
    <w:rsid w:val="00EE7A4C"/>
    <w:rsid w:val="00F00153"/>
    <w:rsid w:val="00F016C7"/>
    <w:rsid w:val="00F07737"/>
    <w:rsid w:val="00F12DEC"/>
    <w:rsid w:val="00F13FDA"/>
    <w:rsid w:val="00F1715C"/>
    <w:rsid w:val="00F17DB6"/>
    <w:rsid w:val="00F20227"/>
    <w:rsid w:val="00F203EA"/>
    <w:rsid w:val="00F21E6B"/>
    <w:rsid w:val="00F25C81"/>
    <w:rsid w:val="00F310F8"/>
    <w:rsid w:val="00F35939"/>
    <w:rsid w:val="00F36208"/>
    <w:rsid w:val="00F40748"/>
    <w:rsid w:val="00F408E6"/>
    <w:rsid w:val="00F411B5"/>
    <w:rsid w:val="00F422D3"/>
    <w:rsid w:val="00F43D42"/>
    <w:rsid w:val="00F45607"/>
    <w:rsid w:val="00F46480"/>
    <w:rsid w:val="00F4722B"/>
    <w:rsid w:val="00F47C07"/>
    <w:rsid w:val="00F5015C"/>
    <w:rsid w:val="00F54432"/>
    <w:rsid w:val="00F5665F"/>
    <w:rsid w:val="00F566DC"/>
    <w:rsid w:val="00F57BA0"/>
    <w:rsid w:val="00F62036"/>
    <w:rsid w:val="00F659EB"/>
    <w:rsid w:val="00F65E6D"/>
    <w:rsid w:val="00F67067"/>
    <w:rsid w:val="00F717BD"/>
    <w:rsid w:val="00F762A8"/>
    <w:rsid w:val="00F7648F"/>
    <w:rsid w:val="00F77375"/>
    <w:rsid w:val="00F77822"/>
    <w:rsid w:val="00F8119B"/>
    <w:rsid w:val="00F8461F"/>
    <w:rsid w:val="00F84FF5"/>
    <w:rsid w:val="00F86BA6"/>
    <w:rsid w:val="00F95BCB"/>
    <w:rsid w:val="00F95FBD"/>
    <w:rsid w:val="00FA103C"/>
    <w:rsid w:val="00FA3F0F"/>
    <w:rsid w:val="00FB6342"/>
    <w:rsid w:val="00FB7569"/>
    <w:rsid w:val="00FC1418"/>
    <w:rsid w:val="00FC1B5E"/>
    <w:rsid w:val="00FC3F37"/>
    <w:rsid w:val="00FC6389"/>
    <w:rsid w:val="00FE2853"/>
    <w:rsid w:val="00FE6AEC"/>
    <w:rsid w:val="00FF12A9"/>
    <w:rsid w:val="00FF57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29.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11.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0.xml"/><Relationship Id="rId65"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footer" Target="footer19.xml"/><Relationship Id="rId64"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59" Type="http://schemas.openxmlformats.org/officeDocument/2006/relationships/header" Target="header27.xm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4.xml"/><Relationship Id="rId62" Type="http://schemas.openxmlformats.org/officeDocument/2006/relationships/header" Target="header2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VTP_nové_logo-5</Template>
  <TotalTime>3</TotalTime>
  <Pages>36</Pages>
  <Words>7017</Words>
  <Characters>42318</Characters>
  <Application>Microsoft Office Word</Application>
  <DocSecurity>0</DocSecurity>
  <Lines>1143</Lines>
  <Paragraphs>580</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ÚČEL SMLOUVY</vt:lpstr>
      <vt:lpstr>PŘEDMĚT, CENA A HARMONOGRAM POSTUPU PRACÍ SMLOUVY </vt:lpstr>
      <vt:lpstr>ZÁRUKY A DALŠÍ USTANOVENÍ</vt:lpstr>
      <vt:lpstr>ZÁVĚREČNÁ USTANOVENÍ</vt:lpstr>
      <vt:lpstr>Příloha č. 1</vt:lpstr>
      <vt:lpstr>Příloha č. 2</vt:lpstr>
      <vt:lpstr/>
      <vt:lpstr>Příloha č. 3</vt:lpstr>
      <vt:lpstr>Příloha č. 4</vt:lpstr>
      <vt:lpstr>Příloha č. 5</vt:lpstr>
      <vt:lpstr>Příloha č. 6</vt:lpstr>
      <vt:lpstr>Příloha č. 7</vt:lpstr>
      <vt:lpstr>Příloha č. 8</vt:lpstr>
      <vt:lpstr>Příloha č. 9</vt:lpstr>
      <vt:lpstr>Příloha č. 10</vt:lpstr>
      <vt:lpstr/>
      <vt:lpstr>Titulek 1. úrovně </vt:lpstr>
      <vt:lpstr>    Titulek 2. úrovně</vt:lpstr>
      <vt:lpstr>        Titulek 3. úrovně</vt:lpstr>
    </vt:vector>
  </TitlesOfParts>
  <Company>SŽDC s.o.</Company>
  <LinksUpToDate>false</LinksUpToDate>
  <CharactersWithSpaces>48755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Hlídková Vladimíra</cp:lastModifiedBy>
  <cp:revision>3</cp:revision>
  <cp:lastPrinted>2025-10-30T12:34:00Z</cp:lastPrinted>
  <dcterms:created xsi:type="dcterms:W3CDTF">2025-12-17T11:37:00Z</dcterms:created>
  <dcterms:modified xsi:type="dcterms:W3CDTF">2026-01-19T12:54:00Z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fdfbef9d-62e6-4098-af5d-c0e7e8ae3047</vt:lpwstr>
  </property>
</Properties>
</file>